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C3B" w:rsidRDefault="003414A2" w:rsidP="00BC1C3B">
      <w:pPr>
        <w:jc w:val="both"/>
        <w:rPr>
          <w:b/>
          <w:szCs w:val="24"/>
        </w:rPr>
      </w:pPr>
      <w:r>
        <w:rPr>
          <w:b/>
          <w:szCs w:val="24"/>
        </w:rPr>
        <w:t>Iktatószám*: MBF</w:t>
      </w:r>
      <w:r w:rsidR="004A7407">
        <w:rPr>
          <w:b/>
          <w:szCs w:val="24"/>
        </w:rPr>
        <w:t>SZ</w:t>
      </w:r>
      <w:r w:rsidR="00E349A5">
        <w:rPr>
          <w:b/>
          <w:szCs w:val="24"/>
        </w:rPr>
        <w:t>-</w:t>
      </w:r>
      <w:bookmarkStart w:id="0" w:name="_GoBack"/>
      <w:bookmarkEnd w:id="0"/>
      <w:r w:rsidR="00E248C7">
        <w:rPr>
          <w:b/>
          <w:szCs w:val="24"/>
        </w:rPr>
        <w:t>KONC</w:t>
      </w:r>
      <w:r w:rsidR="00D51D2D">
        <w:rPr>
          <w:b/>
          <w:szCs w:val="24"/>
        </w:rPr>
        <w:t>/</w:t>
      </w:r>
      <w:r>
        <w:rPr>
          <w:b/>
          <w:szCs w:val="24"/>
        </w:rPr>
        <w:t>…….</w:t>
      </w:r>
      <w:r w:rsidR="00D51D2D">
        <w:rPr>
          <w:b/>
          <w:szCs w:val="24"/>
        </w:rPr>
        <w:t>-</w:t>
      </w:r>
      <w:r>
        <w:rPr>
          <w:b/>
          <w:szCs w:val="24"/>
        </w:rPr>
        <w:t>…./201</w:t>
      </w:r>
      <w:r w:rsidR="00D51D2D">
        <w:rPr>
          <w:b/>
          <w:szCs w:val="24"/>
        </w:rPr>
        <w:t>8</w:t>
      </w:r>
      <w:r w:rsidR="00BC1C3B">
        <w:rPr>
          <w:b/>
          <w:szCs w:val="24"/>
        </w:rPr>
        <w:t>.</w:t>
      </w:r>
    </w:p>
    <w:p w:rsidR="00BC1C3B" w:rsidRPr="00BC1C3B" w:rsidRDefault="00BC1C3B" w:rsidP="00CA290A">
      <w:pPr>
        <w:spacing w:line="276" w:lineRule="auto"/>
        <w:jc w:val="both"/>
        <w:rPr>
          <w:sz w:val="16"/>
          <w:szCs w:val="24"/>
        </w:rPr>
      </w:pPr>
      <w:r w:rsidRPr="00BC1C3B">
        <w:rPr>
          <w:sz w:val="16"/>
          <w:szCs w:val="24"/>
        </w:rPr>
        <w:t>*MBF</w:t>
      </w:r>
      <w:r w:rsidR="00D51D2D">
        <w:rPr>
          <w:sz w:val="16"/>
          <w:szCs w:val="24"/>
        </w:rPr>
        <w:t>SZ</w:t>
      </w:r>
      <w:r w:rsidRPr="00BC1C3B">
        <w:rPr>
          <w:sz w:val="16"/>
          <w:szCs w:val="24"/>
        </w:rPr>
        <w:t xml:space="preserve"> tölti ki!</w:t>
      </w:r>
    </w:p>
    <w:p w:rsidR="00BC1C3B" w:rsidRDefault="00BC1C3B" w:rsidP="00CA290A">
      <w:pPr>
        <w:spacing w:line="276" w:lineRule="auto"/>
        <w:jc w:val="both"/>
        <w:rPr>
          <w:b/>
          <w:smallCaps/>
          <w:szCs w:val="24"/>
        </w:rPr>
      </w:pPr>
    </w:p>
    <w:p w:rsidR="009515CB" w:rsidRPr="007D53A0" w:rsidRDefault="00DB7CBE" w:rsidP="00CA290A">
      <w:pPr>
        <w:spacing w:line="276" w:lineRule="auto"/>
        <w:jc w:val="both"/>
        <w:rPr>
          <w:b/>
          <w:smallCaps/>
          <w:szCs w:val="24"/>
        </w:rPr>
      </w:pPr>
      <w:r w:rsidRPr="007D53A0">
        <w:rPr>
          <w:b/>
          <w:smallCaps/>
          <w:szCs w:val="24"/>
        </w:rPr>
        <w:t xml:space="preserve">I. </w:t>
      </w:r>
      <w:r w:rsidR="009515CB" w:rsidRPr="007D53A0">
        <w:rPr>
          <w:b/>
          <w:smallCaps/>
          <w:szCs w:val="24"/>
        </w:rPr>
        <w:t xml:space="preserve">A </w:t>
      </w:r>
      <w:r w:rsidR="00B07F49" w:rsidRPr="007D53A0">
        <w:rPr>
          <w:b/>
          <w:smallCaps/>
          <w:szCs w:val="24"/>
        </w:rPr>
        <w:t>koncessziós pályázati dokumentációt meg</w:t>
      </w:r>
      <w:r w:rsidR="009515CB" w:rsidRPr="007D53A0">
        <w:rPr>
          <w:b/>
          <w:smallCaps/>
          <w:szCs w:val="24"/>
        </w:rPr>
        <w:t>vásárló</w:t>
      </w:r>
      <w:r w:rsidR="00B07F49" w:rsidRPr="007D53A0">
        <w:rPr>
          <w:b/>
          <w:smallCaps/>
          <w:szCs w:val="24"/>
        </w:rPr>
        <w:t xml:space="preserve"> adatai</w:t>
      </w:r>
    </w:p>
    <w:p w:rsidR="00CA290A" w:rsidRPr="007D53A0" w:rsidRDefault="00CA290A" w:rsidP="00CA290A">
      <w:pPr>
        <w:spacing w:line="276" w:lineRule="auto"/>
        <w:jc w:val="both"/>
        <w:rPr>
          <w:szCs w:val="24"/>
        </w:rPr>
      </w:pPr>
    </w:p>
    <w:p w:rsidR="009515CB" w:rsidRPr="007D53A0" w:rsidRDefault="00DB7CBE" w:rsidP="00B07F49">
      <w:pPr>
        <w:tabs>
          <w:tab w:val="left" w:pos="567"/>
        </w:tabs>
        <w:spacing w:after="120" w:line="276" w:lineRule="auto"/>
        <w:jc w:val="both"/>
        <w:rPr>
          <w:b/>
          <w:i/>
          <w:szCs w:val="24"/>
        </w:rPr>
      </w:pPr>
      <w:r w:rsidRPr="007D53A0">
        <w:rPr>
          <w:b/>
          <w:i/>
          <w:szCs w:val="24"/>
        </w:rPr>
        <w:t xml:space="preserve">1. </w:t>
      </w:r>
      <w:r w:rsidR="002F5864" w:rsidRPr="007D53A0">
        <w:rPr>
          <w:b/>
          <w:i/>
          <w:szCs w:val="24"/>
        </w:rPr>
        <w:t>M</w:t>
      </w:r>
      <w:r w:rsidR="00B07F49" w:rsidRPr="007D53A0">
        <w:rPr>
          <w:b/>
          <w:i/>
          <w:szCs w:val="24"/>
        </w:rPr>
        <w:t>egnevezése</w:t>
      </w:r>
      <w:r w:rsidR="00C075F9" w:rsidRPr="007D53A0">
        <w:rPr>
          <w:b/>
          <w:i/>
          <w:szCs w:val="24"/>
        </w:rPr>
        <w:t xml:space="preserve">: </w:t>
      </w:r>
    </w:p>
    <w:p w:rsidR="00C075F9" w:rsidRPr="007D53A0" w:rsidRDefault="009515CB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  <w:r w:rsidR="00C075F9" w:rsidRPr="007D53A0">
        <w:rPr>
          <w:szCs w:val="24"/>
        </w:rPr>
        <w:tab/>
      </w:r>
    </w:p>
    <w:p w:rsidR="00B07F49" w:rsidRPr="007D53A0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</w:p>
    <w:p w:rsidR="00C075F9" w:rsidRPr="007D53A0" w:rsidRDefault="00DB7CBE" w:rsidP="00B07F49">
      <w:pPr>
        <w:tabs>
          <w:tab w:val="left" w:pos="567"/>
        </w:tabs>
        <w:spacing w:after="120" w:line="276" w:lineRule="auto"/>
        <w:jc w:val="both"/>
        <w:rPr>
          <w:b/>
          <w:i/>
          <w:szCs w:val="24"/>
        </w:rPr>
      </w:pPr>
      <w:r w:rsidRPr="007D53A0">
        <w:rPr>
          <w:b/>
          <w:i/>
          <w:szCs w:val="24"/>
        </w:rPr>
        <w:t xml:space="preserve">2. </w:t>
      </w:r>
      <w:r w:rsidR="002F5864" w:rsidRPr="007D53A0">
        <w:rPr>
          <w:b/>
          <w:i/>
          <w:szCs w:val="24"/>
        </w:rPr>
        <w:t>S</w:t>
      </w:r>
      <w:r w:rsidR="00B07F49" w:rsidRPr="007D53A0">
        <w:rPr>
          <w:b/>
          <w:i/>
          <w:szCs w:val="24"/>
        </w:rPr>
        <w:t>zékhelye</w:t>
      </w:r>
      <w:r w:rsidR="00C075F9" w:rsidRPr="007D53A0">
        <w:rPr>
          <w:b/>
          <w:i/>
          <w:szCs w:val="24"/>
        </w:rPr>
        <w:t xml:space="preserve">: </w:t>
      </w:r>
    </w:p>
    <w:p w:rsidR="00C075F9" w:rsidRPr="007D53A0" w:rsidRDefault="00C075F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  <w:r w:rsidRPr="007D53A0">
        <w:rPr>
          <w:szCs w:val="24"/>
        </w:rPr>
        <w:tab/>
      </w:r>
    </w:p>
    <w:p w:rsidR="00B07F49" w:rsidRPr="007D53A0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</w:p>
    <w:p w:rsidR="00590569" w:rsidRPr="007D53A0" w:rsidRDefault="00DB7CBE" w:rsidP="00B07F49">
      <w:pPr>
        <w:spacing w:after="120" w:line="276" w:lineRule="auto"/>
        <w:jc w:val="both"/>
        <w:rPr>
          <w:b/>
          <w:i/>
          <w:szCs w:val="24"/>
        </w:rPr>
      </w:pPr>
      <w:r w:rsidRPr="007D53A0">
        <w:rPr>
          <w:b/>
          <w:i/>
          <w:szCs w:val="24"/>
        </w:rPr>
        <w:t xml:space="preserve">3. </w:t>
      </w:r>
      <w:r w:rsidR="00590569" w:rsidRPr="007D53A0">
        <w:rPr>
          <w:b/>
          <w:i/>
          <w:szCs w:val="24"/>
        </w:rPr>
        <w:t>Képviselője</w:t>
      </w:r>
      <w:r w:rsidR="00B07F49" w:rsidRPr="007D53A0">
        <w:rPr>
          <w:b/>
          <w:i/>
          <w:szCs w:val="24"/>
        </w:rPr>
        <w:t xml:space="preserve"> vagy képviselői</w:t>
      </w:r>
      <w:r w:rsidR="00590569" w:rsidRPr="007D53A0">
        <w:rPr>
          <w:b/>
          <w:i/>
          <w:szCs w:val="24"/>
        </w:rPr>
        <w:t xml:space="preserve">: </w:t>
      </w:r>
    </w:p>
    <w:p w:rsidR="00B07F49" w:rsidRPr="007D53A0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</w:p>
    <w:p w:rsidR="00B07F49" w:rsidRPr="007D53A0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</w:p>
    <w:p w:rsidR="009515CB" w:rsidRPr="007D53A0" w:rsidRDefault="00DB7CBE" w:rsidP="00B07F49">
      <w:pPr>
        <w:spacing w:after="120" w:line="276" w:lineRule="auto"/>
        <w:jc w:val="both"/>
        <w:rPr>
          <w:b/>
          <w:i/>
          <w:szCs w:val="24"/>
        </w:rPr>
      </w:pPr>
      <w:r w:rsidRPr="007D53A0">
        <w:rPr>
          <w:b/>
          <w:i/>
          <w:szCs w:val="24"/>
        </w:rPr>
        <w:t xml:space="preserve">4. </w:t>
      </w:r>
      <w:r w:rsidR="009515CB" w:rsidRPr="007D53A0">
        <w:rPr>
          <w:b/>
          <w:i/>
          <w:szCs w:val="24"/>
        </w:rPr>
        <w:t>Adó</w:t>
      </w:r>
      <w:r w:rsidR="00590569" w:rsidRPr="007D53A0">
        <w:rPr>
          <w:b/>
          <w:i/>
          <w:szCs w:val="24"/>
        </w:rPr>
        <w:t>száma (külföldi illetőségű vásárló esetében közösségi</w:t>
      </w:r>
      <w:r w:rsidR="00141B68" w:rsidRPr="007D53A0">
        <w:rPr>
          <w:b/>
          <w:i/>
          <w:szCs w:val="24"/>
        </w:rPr>
        <w:t>, nemzetközi</w:t>
      </w:r>
      <w:r w:rsidR="00590569" w:rsidRPr="007D53A0">
        <w:rPr>
          <w:b/>
          <w:i/>
          <w:szCs w:val="24"/>
        </w:rPr>
        <w:t xml:space="preserve"> adószáma)</w:t>
      </w:r>
      <w:r w:rsidR="009515CB" w:rsidRPr="007D53A0">
        <w:rPr>
          <w:b/>
          <w:i/>
          <w:szCs w:val="24"/>
        </w:rPr>
        <w:t xml:space="preserve">: </w:t>
      </w:r>
    </w:p>
    <w:p w:rsidR="00590569" w:rsidRPr="007D53A0" w:rsidRDefault="0059056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</w:p>
    <w:p w:rsidR="00590569" w:rsidRPr="007D53A0" w:rsidRDefault="00DB7CBE" w:rsidP="00590569">
      <w:pPr>
        <w:tabs>
          <w:tab w:val="left" w:leader="dot" w:pos="9072"/>
        </w:tabs>
        <w:spacing w:after="120" w:line="276" w:lineRule="auto"/>
        <w:jc w:val="both"/>
        <w:rPr>
          <w:b/>
          <w:i/>
          <w:szCs w:val="24"/>
        </w:rPr>
      </w:pPr>
      <w:r w:rsidRPr="007D53A0">
        <w:rPr>
          <w:b/>
          <w:i/>
          <w:szCs w:val="24"/>
        </w:rPr>
        <w:t xml:space="preserve">5. </w:t>
      </w:r>
      <w:r w:rsidR="00590569" w:rsidRPr="007D53A0">
        <w:rPr>
          <w:b/>
          <w:i/>
          <w:szCs w:val="24"/>
        </w:rPr>
        <w:t>Kapcsolattartásra kijelölt személy</w:t>
      </w:r>
      <w:r w:rsidR="00B07F49" w:rsidRPr="007D53A0">
        <w:rPr>
          <w:b/>
          <w:i/>
          <w:szCs w:val="24"/>
        </w:rPr>
        <w:t>(ek)</w:t>
      </w:r>
      <w:r w:rsidR="00590569" w:rsidRPr="007D53A0">
        <w:rPr>
          <w:b/>
          <w:i/>
          <w:szCs w:val="24"/>
        </w:rPr>
        <w:t xml:space="preserve"> neve</w:t>
      </w:r>
      <w:r w:rsidR="00B07F49" w:rsidRPr="007D53A0">
        <w:rPr>
          <w:b/>
          <w:i/>
          <w:szCs w:val="24"/>
        </w:rPr>
        <w:t>i</w:t>
      </w:r>
      <w:r w:rsidR="00590569" w:rsidRPr="007D53A0">
        <w:rPr>
          <w:b/>
          <w:i/>
          <w:szCs w:val="24"/>
        </w:rPr>
        <w:t xml:space="preserve"> és elérhetősége (e-mail, telefon, telefax): </w:t>
      </w:r>
    </w:p>
    <w:p w:rsidR="00590569" w:rsidRPr="007D53A0" w:rsidRDefault="0059056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</w:p>
    <w:p w:rsidR="00B07F49" w:rsidRPr="007D53A0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</w:p>
    <w:p w:rsidR="007D53A0" w:rsidRPr="007D53A0" w:rsidRDefault="007D53A0" w:rsidP="007D53A0">
      <w:pPr>
        <w:spacing w:before="120" w:after="120" w:line="276" w:lineRule="auto"/>
        <w:jc w:val="both"/>
        <w:rPr>
          <w:b/>
          <w:i/>
          <w:szCs w:val="24"/>
        </w:rPr>
      </w:pPr>
      <w:r w:rsidRPr="007D53A0">
        <w:rPr>
          <w:b/>
          <w:i/>
          <w:szCs w:val="24"/>
        </w:rPr>
        <w:t xml:space="preserve">6. A vásárló nevében a koncessziós pályázati dokumentációt átvevő megbízott személy neve (ha nem azonos a képviselővel): </w:t>
      </w:r>
    </w:p>
    <w:p w:rsidR="007D53A0" w:rsidRPr="007D53A0" w:rsidRDefault="007D53A0" w:rsidP="007D53A0">
      <w:pPr>
        <w:tabs>
          <w:tab w:val="left" w:leader="dot" w:pos="9072"/>
        </w:tabs>
        <w:spacing w:before="120" w:after="120" w:line="276" w:lineRule="auto"/>
        <w:jc w:val="both"/>
        <w:rPr>
          <w:szCs w:val="24"/>
        </w:rPr>
      </w:pPr>
      <w:r w:rsidRPr="007D53A0">
        <w:rPr>
          <w:szCs w:val="24"/>
        </w:rPr>
        <w:tab/>
      </w:r>
    </w:p>
    <w:p w:rsidR="007D53A0" w:rsidRPr="007D53A0" w:rsidRDefault="007D53A0" w:rsidP="00AB6AA6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</w:p>
    <w:p w:rsidR="00FE2DD0" w:rsidRPr="007D53A0" w:rsidRDefault="00DB7CBE" w:rsidP="00AB6AA6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  <w:r w:rsidRPr="007D53A0">
        <w:rPr>
          <w:b/>
          <w:smallCaps/>
          <w:szCs w:val="24"/>
        </w:rPr>
        <w:t xml:space="preserve">II. </w:t>
      </w:r>
      <w:r w:rsidR="00FE2DD0" w:rsidRPr="007D53A0">
        <w:rPr>
          <w:b/>
          <w:smallCaps/>
          <w:szCs w:val="24"/>
        </w:rPr>
        <w:t>Számla kiállításához szükséges adatok</w:t>
      </w:r>
      <w:r w:rsidR="00C36054">
        <w:rPr>
          <w:b/>
          <w:smallCaps/>
          <w:szCs w:val="24"/>
        </w:rPr>
        <w:t xml:space="preserve"> (amennyiben eltér az I. pontban foglalt adatoktól)</w:t>
      </w:r>
    </w:p>
    <w:p w:rsidR="00FE2DD0" w:rsidRPr="007D53A0" w:rsidRDefault="00FE2DD0" w:rsidP="00AB6AA6">
      <w:pPr>
        <w:tabs>
          <w:tab w:val="left" w:leader="dot" w:pos="9072"/>
        </w:tabs>
        <w:spacing w:line="276" w:lineRule="auto"/>
        <w:jc w:val="both"/>
        <w:rPr>
          <w:szCs w:val="24"/>
        </w:rPr>
      </w:pPr>
    </w:p>
    <w:p w:rsidR="002A184D" w:rsidRDefault="00DB7CBE" w:rsidP="00991AE0">
      <w:pPr>
        <w:tabs>
          <w:tab w:val="left" w:leader="dot" w:pos="9072"/>
        </w:tabs>
        <w:spacing w:line="360" w:lineRule="auto"/>
        <w:jc w:val="both"/>
        <w:rPr>
          <w:i/>
          <w:szCs w:val="24"/>
        </w:rPr>
      </w:pPr>
      <w:r w:rsidRPr="007D53A0">
        <w:rPr>
          <w:b/>
          <w:i/>
          <w:szCs w:val="24"/>
        </w:rPr>
        <w:t xml:space="preserve">1. </w:t>
      </w:r>
      <w:r w:rsidR="00991AE0">
        <w:rPr>
          <w:b/>
          <w:i/>
          <w:szCs w:val="24"/>
        </w:rPr>
        <w:t>Név</w:t>
      </w:r>
      <w:r w:rsidR="00FE2DD0" w:rsidRPr="007D53A0">
        <w:rPr>
          <w:b/>
          <w:i/>
          <w:szCs w:val="24"/>
        </w:rPr>
        <w:t>, megnevezés</w:t>
      </w:r>
      <w:r w:rsidR="00FE2DD0" w:rsidRPr="007D53A0">
        <w:rPr>
          <w:i/>
          <w:szCs w:val="24"/>
        </w:rPr>
        <w:t>:</w:t>
      </w:r>
    </w:p>
    <w:p w:rsidR="00FE2DD0" w:rsidRPr="007D53A0" w:rsidRDefault="00FE2DD0" w:rsidP="00991AE0">
      <w:pPr>
        <w:tabs>
          <w:tab w:val="left" w:leader="dot" w:pos="9072"/>
        </w:tabs>
        <w:spacing w:line="360" w:lineRule="auto"/>
        <w:jc w:val="both"/>
        <w:rPr>
          <w:i/>
          <w:szCs w:val="24"/>
        </w:rPr>
      </w:pPr>
      <w:r w:rsidRPr="00991AE0">
        <w:rPr>
          <w:i/>
          <w:szCs w:val="24"/>
        </w:rPr>
        <w:tab/>
      </w:r>
      <w:r w:rsidRPr="007D53A0">
        <w:rPr>
          <w:i/>
          <w:szCs w:val="24"/>
        </w:rPr>
        <w:tab/>
      </w:r>
    </w:p>
    <w:p w:rsidR="00FE2DD0" w:rsidRPr="007D53A0" w:rsidRDefault="00FE2DD0" w:rsidP="00DB7CBE">
      <w:pPr>
        <w:tabs>
          <w:tab w:val="left" w:pos="0"/>
          <w:tab w:val="left" w:leader="dot" w:pos="9072"/>
        </w:tabs>
        <w:spacing w:line="360" w:lineRule="auto"/>
        <w:jc w:val="both"/>
        <w:rPr>
          <w:szCs w:val="24"/>
        </w:rPr>
      </w:pPr>
      <w:r w:rsidRPr="007D53A0">
        <w:rPr>
          <w:szCs w:val="24"/>
        </w:rPr>
        <w:tab/>
      </w:r>
      <w:r w:rsidRPr="007D53A0">
        <w:rPr>
          <w:szCs w:val="24"/>
        </w:rPr>
        <w:tab/>
      </w:r>
    </w:p>
    <w:p w:rsidR="002A184D" w:rsidRDefault="00DB7CBE" w:rsidP="00D51D2D">
      <w:pPr>
        <w:tabs>
          <w:tab w:val="left" w:pos="1701"/>
          <w:tab w:val="left" w:leader="dot" w:pos="9070"/>
        </w:tabs>
        <w:spacing w:line="360" w:lineRule="auto"/>
        <w:jc w:val="both"/>
        <w:rPr>
          <w:szCs w:val="24"/>
        </w:rPr>
      </w:pPr>
      <w:r w:rsidRPr="007D53A0">
        <w:rPr>
          <w:b/>
          <w:i/>
          <w:szCs w:val="24"/>
        </w:rPr>
        <w:t xml:space="preserve">2. </w:t>
      </w:r>
      <w:r w:rsidR="00991AE0">
        <w:rPr>
          <w:b/>
          <w:i/>
          <w:szCs w:val="24"/>
        </w:rPr>
        <w:t>C</w:t>
      </w:r>
      <w:r w:rsidR="00FE2DD0" w:rsidRPr="007D53A0">
        <w:rPr>
          <w:b/>
          <w:i/>
          <w:szCs w:val="24"/>
        </w:rPr>
        <w:t>ím, székhel</w:t>
      </w:r>
      <w:r w:rsidR="00991AE0">
        <w:rPr>
          <w:b/>
          <w:i/>
          <w:szCs w:val="24"/>
        </w:rPr>
        <w:t>y</w:t>
      </w:r>
      <w:r w:rsidR="00FE2DD0" w:rsidRPr="007D53A0">
        <w:rPr>
          <w:szCs w:val="24"/>
        </w:rPr>
        <w:t xml:space="preserve">: </w:t>
      </w:r>
    </w:p>
    <w:p w:rsidR="00FE2DD0" w:rsidRPr="007D53A0" w:rsidRDefault="002A184D" w:rsidP="002A184D">
      <w:pPr>
        <w:tabs>
          <w:tab w:val="left" w:pos="0"/>
          <w:tab w:val="left" w:leader="dot" w:pos="9070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FE2DD0" w:rsidRPr="007D53A0" w:rsidRDefault="00FE2DD0" w:rsidP="00DB7CBE">
      <w:pPr>
        <w:tabs>
          <w:tab w:val="left" w:pos="0"/>
          <w:tab w:val="left" w:leader="dot" w:pos="9072"/>
        </w:tabs>
        <w:spacing w:line="360" w:lineRule="auto"/>
        <w:jc w:val="both"/>
        <w:rPr>
          <w:szCs w:val="24"/>
        </w:rPr>
      </w:pPr>
      <w:r w:rsidRPr="007D53A0">
        <w:rPr>
          <w:szCs w:val="24"/>
        </w:rPr>
        <w:tab/>
      </w:r>
    </w:p>
    <w:p w:rsidR="002A184D" w:rsidRDefault="00DB7CBE" w:rsidP="00D51D2D">
      <w:pPr>
        <w:tabs>
          <w:tab w:val="left" w:leader="dot" w:pos="9072"/>
        </w:tabs>
        <w:spacing w:line="360" w:lineRule="auto"/>
        <w:jc w:val="both"/>
        <w:rPr>
          <w:szCs w:val="24"/>
        </w:rPr>
      </w:pPr>
      <w:r w:rsidRPr="007D53A0">
        <w:rPr>
          <w:b/>
          <w:i/>
          <w:szCs w:val="24"/>
        </w:rPr>
        <w:lastRenderedPageBreak/>
        <w:t xml:space="preserve">3. </w:t>
      </w:r>
      <w:r w:rsidR="00991AE0">
        <w:rPr>
          <w:b/>
          <w:i/>
          <w:szCs w:val="24"/>
        </w:rPr>
        <w:t>A</w:t>
      </w:r>
      <w:r w:rsidR="00FE2DD0" w:rsidRPr="007D53A0">
        <w:rPr>
          <w:b/>
          <w:i/>
          <w:szCs w:val="24"/>
        </w:rPr>
        <w:t>dóazonosító szám (</w:t>
      </w:r>
      <w:r w:rsidR="00050E7B" w:rsidRPr="007D53A0">
        <w:rPr>
          <w:b/>
          <w:i/>
          <w:szCs w:val="24"/>
        </w:rPr>
        <w:t>külföldi illetőség esetében közösségi, nemzetközi adószáma</w:t>
      </w:r>
      <w:r w:rsidR="00FE2DD0" w:rsidRPr="007D53A0">
        <w:rPr>
          <w:b/>
          <w:i/>
          <w:szCs w:val="24"/>
        </w:rPr>
        <w:t>)</w:t>
      </w:r>
      <w:r w:rsidR="00FE2DD0" w:rsidRPr="007D53A0">
        <w:rPr>
          <w:szCs w:val="24"/>
        </w:rPr>
        <w:t xml:space="preserve">: </w:t>
      </w:r>
    </w:p>
    <w:p w:rsidR="00FE2DD0" w:rsidRDefault="00FE2DD0" w:rsidP="00D51D2D">
      <w:pPr>
        <w:tabs>
          <w:tab w:val="left" w:leader="dot" w:pos="9072"/>
        </w:tabs>
        <w:spacing w:line="360" w:lineRule="auto"/>
        <w:jc w:val="both"/>
        <w:rPr>
          <w:szCs w:val="24"/>
        </w:rPr>
      </w:pPr>
      <w:r w:rsidRPr="007D53A0">
        <w:rPr>
          <w:szCs w:val="24"/>
        </w:rPr>
        <w:tab/>
      </w:r>
      <w:r w:rsidRPr="007D53A0">
        <w:rPr>
          <w:szCs w:val="24"/>
        </w:rPr>
        <w:tab/>
      </w:r>
    </w:p>
    <w:p w:rsidR="00050E7B" w:rsidRPr="007D53A0" w:rsidRDefault="00050E7B" w:rsidP="00050E7B">
      <w:pPr>
        <w:tabs>
          <w:tab w:val="left" w:leader="dot" w:pos="9072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FE2DD0" w:rsidRPr="007D53A0" w:rsidRDefault="00FE2DD0" w:rsidP="00AB6AA6">
      <w:pPr>
        <w:tabs>
          <w:tab w:val="left" w:leader="dot" w:pos="9072"/>
        </w:tabs>
        <w:spacing w:line="276" w:lineRule="auto"/>
        <w:jc w:val="both"/>
        <w:rPr>
          <w:szCs w:val="24"/>
        </w:rPr>
      </w:pPr>
    </w:p>
    <w:p w:rsidR="00FE2DD0" w:rsidRPr="007D53A0" w:rsidRDefault="00DB7CBE" w:rsidP="00AB6AA6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  <w:r w:rsidRPr="007D53A0">
        <w:rPr>
          <w:b/>
          <w:smallCaps/>
          <w:szCs w:val="24"/>
        </w:rPr>
        <w:t xml:space="preserve">III. </w:t>
      </w:r>
      <w:r w:rsidR="00FE2DD0" w:rsidRPr="007D53A0">
        <w:rPr>
          <w:b/>
          <w:smallCaps/>
          <w:szCs w:val="24"/>
        </w:rPr>
        <w:t>Nyilatkozat</w:t>
      </w:r>
      <w:r w:rsidR="007D53A0" w:rsidRPr="007D53A0">
        <w:rPr>
          <w:b/>
          <w:smallCaps/>
          <w:szCs w:val="24"/>
        </w:rPr>
        <w:t xml:space="preserve"> (amennyiben a képviselő jár el)</w:t>
      </w:r>
    </w:p>
    <w:p w:rsidR="00FE2DD0" w:rsidRPr="007D53A0" w:rsidRDefault="00FE2DD0" w:rsidP="00AB6AA6">
      <w:pPr>
        <w:tabs>
          <w:tab w:val="left" w:leader="dot" w:pos="9072"/>
        </w:tabs>
        <w:spacing w:line="276" w:lineRule="auto"/>
        <w:jc w:val="both"/>
        <w:rPr>
          <w:szCs w:val="24"/>
        </w:rPr>
      </w:pPr>
    </w:p>
    <w:p w:rsidR="00711C30" w:rsidRPr="007D53A0" w:rsidRDefault="00711C30" w:rsidP="00711C30">
      <w:pPr>
        <w:spacing w:line="276" w:lineRule="auto"/>
        <w:jc w:val="both"/>
        <w:rPr>
          <w:szCs w:val="24"/>
        </w:rPr>
      </w:pPr>
      <w:r w:rsidRPr="007D53A0">
        <w:rPr>
          <w:szCs w:val="24"/>
        </w:rPr>
        <w:t>Alulírott, mint a ……………………………………. képviselője nyilatkozom, hogy a mai napon egy példány, szénhidrogén/</w:t>
      </w:r>
      <w:r w:rsidR="00C3428A">
        <w:rPr>
          <w:szCs w:val="24"/>
        </w:rPr>
        <w:t>geotermikus energia</w:t>
      </w:r>
      <w:r w:rsidR="00141B68" w:rsidRPr="007D53A0">
        <w:rPr>
          <w:rStyle w:val="Lbjegyzet-hivatkozs"/>
          <w:szCs w:val="24"/>
        </w:rPr>
        <w:footnoteReference w:id="1"/>
      </w:r>
      <w:r w:rsidRPr="007D53A0">
        <w:rPr>
          <w:szCs w:val="24"/>
        </w:rPr>
        <w:t xml:space="preserve"> kutatására és kitermelésére vonatkozó, …………………………………..</w:t>
      </w:r>
      <w:r w:rsidR="00E248C7">
        <w:rPr>
          <w:szCs w:val="24"/>
        </w:rPr>
        <w:t xml:space="preserve"> elnevezésű </w:t>
      </w:r>
      <w:r w:rsidRPr="007D53A0">
        <w:rPr>
          <w:szCs w:val="24"/>
        </w:rPr>
        <w:t>területre szóló koncessziós pályázati dokumentációt átvettem.</w:t>
      </w:r>
    </w:p>
    <w:p w:rsidR="00D51D2D" w:rsidRDefault="00D51D2D" w:rsidP="00CA290A">
      <w:pPr>
        <w:spacing w:line="276" w:lineRule="auto"/>
        <w:jc w:val="both"/>
        <w:rPr>
          <w:szCs w:val="24"/>
        </w:rPr>
      </w:pPr>
    </w:p>
    <w:p w:rsidR="00991AE0" w:rsidRDefault="00D51D2D" w:rsidP="00CA290A">
      <w:pPr>
        <w:spacing w:line="276" w:lineRule="auto"/>
        <w:jc w:val="both"/>
        <w:rPr>
          <w:szCs w:val="24"/>
        </w:rPr>
      </w:pPr>
      <w:r>
        <w:rPr>
          <w:szCs w:val="24"/>
        </w:rPr>
        <w:t>Kelt, 2018. ………………</w:t>
      </w:r>
    </w:p>
    <w:p w:rsidR="00D51D2D" w:rsidRDefault="00D51D2D" w:rsidP="00CA290A">
      <w:pPr>
        <w:spacing w:line="276" w:lineRule="auto"/>
        <w:jc w:val="both"/>
        <w:rPr>
          <w:szCs w:val="24"/>
        </w:rPr>
      </w:pPr>
    </w:p>
    <w:p w:rsidR="00991AE0" w:rsidRPr="007D53A0" w:rsidRDefault="00991AE0" w:rsidP="00991AE0">
      <w:pPr>
        <w:tabs>
          <w:tab w:val="left" w:pos="2835"/>
          <w:tab w:val="left" w:leader="dot" w:pos="7230"/>
        </w:tabs>
        <w:spacing w:line="276" w:lineRule="auto"/>
        <w:jc w:val="both"/>
        <w:rPr>
          <w:szCs w:val="24"/>
        </w:rPr>
      </w:pPr>
      <w:r w:rsidRPr="007D53A0">
        <w:rPr>
          <w:szCs w:val="24"/>
        </w:rPr>
        <w:tab/>
      </w:r>
      <w:r w:rsidRPr="007D53A0">
        <w:rPr>
          <w:szCs w:val="24"/>
        </w:rPr>
        <w:tab/>
      </w:r>
    </w:p>
    <w:p w:rsidR="00991AE0" w:rsidRPr="007D53A0" w:rsidRDefault="00991AE0" w:rsidP="00991AE0">
      <w:pPr>
        <w:tabs>
          <w:tab w:val="center" w:pos="5103"/>
        </w:tabs>
        <w:spacing w:line="276" w:lineRule="auto"/>
        <w:jc w:val="both"/>
        <w:rPr>
          <w:szCs w:val="24"/>
        </w:rPr>
      </w:pPr>
      <w:r w:rsidRPr="007D53A0">
        <w:rPr>
          <w:szCs w:val="24"/>
        </w:rPr>
        <w:tab/>
        <w:t xml:space="preserve">(cégszerű) aláírás </w:t>
      </w:r>
    </w:p>
    <w:p w:rsidR="00991AE0" w:rsidRDefault="00991AE0" w:rsidP="00CA290A">
      <w:pPr>
        <w:spacing w:line="276" w:lineRule="auto"/>
        <w:jc w:val="both"/>
        <w:rPr>
          <w:szCs w:val="24"/>
        </w:rPr>
      </w:pPr>
    </w:p>
    <w:p w:rsidR="00991AE0" w:rsidRPr="007D53A0" w:rsidRDefault="00991AE0" w:rsidP="00CA290A">
      <w:pPr>
        <w:spacing w:line="276" w:lineRule="auto"/>
        <w:jc w:val="both"/>
        <w:rPr>
          <w:szCs w:val="24"/>
        </w:rPr>
      </w:pPr>
    </w:p>
    <w:p w:rsidR="007D53A0" w:rsidRPr="007D53A0" w:rsidRDefault="007D53A0" w:rsidP="00CA290A">
      <w:pPr>
        <w:spacing w:line="276" w:lineRule="auto"/>
        <w:jc w:val="both"/>
        <w:rPr>
          <w:b/>
          <w:smallCaps/>
          <w:szCs w:val="24"/>
        </w:rPr>
      </w:pPr>
      <w:r w:rsidRPr="007D53A0">
        <w:rPr>
          <w:b/>
          <w:smallCaps/>
          <w:szCs w:val="24"/>
        </w:rPr>
        <w:t>IV. Nyilatkozat (amennyiben nem a képviselő jár el)</w:t>
      </w:r>
    </w:p>
    <w:p w:rsidR="007D53A0" w:rsidRPr="007D53A0" w:rsidRDefault="007D53A0" w:rsidP="00CA290A">
      <w:pPr>
        <w:spacing w:line="276" w:lineRule="auto"/>
        <w:jc w:val="both"/>
        <w:rPr>
          <w:szCs w:val="24"/>
        </w:rPr>
      </w:pPr>
    </w:p>
    <w:p w:rsidR="007D53A0" w:rsidRPr="007D53A0" w:rsidRDefault="00991AE0" w:rsidP="007D53A0">
      <w:pPr>
        <w:spacing w:line="276" w:lineRule="auto"/>
        <w:jc w:val="both"/>
        <w:rPr>
          <w:szCs w:val="24"/>
        </w:rPr>
      </w:pPr>
      <w:r w:rsidRPr="00991AE0">
        <w:rPr>
          <w:b/>
          <w:szCs w:val="24"/>
        </w:rPr>
        <w:t>IV.1.</w:t>
      </w:r>
      <w:r>
        <w:rPr>
          <w:szCs w:val="24"/>
        </w:rPr>
        <w:t xml:space="preserve"> </w:t>
      </w:r>
      <w:r w:rsidR="007D53A0" w:rsidRPr="007D53A0">
        <w:rPr>
          <w:szCs w:val="24"/>
        </w:rPr>
        <w:t>Alulírott, mint a ……………………………………. képviselője jelen okiratban megbízom ……………………………………-t, hogy a mai napon egy példány, szénhidrogén/</w:t>
      </w:r>
      <w:r w:rsidR="00C3428A">
        <w:rPr>
          <w:szCs w:val="24"/>
        </w:rPr>
        <w:t>geotermikus energia</w:t>
      </w:r>
      <w:r w:rsidR="007D53A0" w:rsidRPr="007D53A0">
        <w:rPr>
          <w:szCs w:val="24"/>
          <w:vertAlign w:val="superscript"/>
        </w:rPr>
        <w:t>1</w:t>
      </w:r>
      <w:r w:rsidR="007D53A0" w:rsidRPr="007D53A0">
        <w:rPr>
          <w:szCs w:val="24"/>
        </w:rPr>
        <w:t xml:space="preserve"> </w:t>
      </w:r>
      <w:r w:rsidR="00714297">
        <w:rPr>
          <w:szCs w:val="24"/>
        </w:rPr>
        <w:t>k</w:t>
      </w:r>
      <w:r w:rsidR="007D53A0" w:rsidRPr="007D53A0">
        <w:rPr>
          <w:szCs w:val="24"/>
        </w:rPr>
        <w:t>utatására és kitermelésére vonatkozó, …………………………………..</w:t>
      </w:r>
      <w:r w:rsidR="00E248C7">
        <w:rPr>
          <w:szCs w:val="24"/>
        </w:rPr>
        <w:t xml:space="preserve"> elnevezésű </w:t>
      </w:r>
      <w:r w:rsidR="007D53A0" w:rsidRPr="007D53A0">
        <w:rPr>
          <w:szCs w:val="24"/>
        </w:rPr>
        <w:t>területre szóló koncessziós pályázati dokumentációt fent megnevezett …………………………….. vásárló nevében átvegyen.</w:t>
      </w:r>
    </w:p>
    <w:p w:rsidR="007D53A0" w:rsidRPr="007D53A0" w:rsidRDefault="007D53A0" w:rsidP="00CA290A">
      <w:pPr>
        <w:spacing w:line="276" w:lineRule="auto"/>
        <w:jc w:val="both"/>
        <w:rPr>
          <w:szCs w:val="24"/>
        </w:rPr>
      </w:pPr>
    </w:p>
    <w:p w:rsidR="00C075F9" w:rsidRPr="007D53A0" w:rsidRDefault="008E7A7E" w:rsidP="00CA290A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Kelt, </w:t>
      </w:r>
      <w:r w:rsidR="00D51D2D">
        <w:rPr>
          <w:szCs w:val="24"/>
        </w:rPr>
        <w:t xml:space="preserve">2018. </w:t>
      </w:r>
      <w:r>
        <w:rPr>
          <w:szCs w:val="24"/>
        </w:rPr>
        <w:t>……………………….</w:t>
      </w:r>
    </w:p>
    <w:p w:rsidR="00C075F9" w:rsidRDefault="00C075F9" w:rsidP="00CA290A">
      <w:pPr>
        <w:spacing w:line="276" w:lineRule="auto"/>
        <w:jc w:val="both"/>
        <w:rPr>
          <w:szCs w:val="24"/>
        </w:rPr>
      </w:pPr>
    </w:p>
    <w:p w:rsidR="008E7A7E" w:rsidRDefault="008E7A7E" w:rsidP="00CA290A">
      <w:pPr>
        <w:tabs>
          <w:tab w:val="left" w:pos="2835"/>
          <w:tab w:val="left" w:leader="dot" w:pos="7230"/>
        </w:tabs>
        <w:spacing w:line="276" w:lineRule="auto"/>
        <w:jc w:val="both"/>
        <w:rPr>
          <w:szCs w:val="24"/>
        </w:rPr>
      </w:pPr>
    </w:p>
    <w:p w:rsidR="00C075F9" w:rsidRPr="007D53A0" w:rsidRDefault="00C075F9" w:rsidP="00CA290A">
      <w:pPr>
        <w:tabs>
          <w:tab w:val="left" w:pos="2835"/>
          <w:tab w:val="left" w:leader="dot" w:pos="7230"/>
        </w:tabs>
        <w:spacing w:line="276" w:lineRule="auto"/>
        <w:jc w:val="both"/>
        <w:rPr>
          <w:szCs w:val="24"/>
        </w:rPr>
      </w:pPr>
      <w:r w:rsidRPr="007D53A0">
        <w:rPr>
          <w:szCs w:val="24"/>
        </w:rPr>
        <w:tab/>
      </w:r>
      <w:r w:rsidRPr="007D53A0">
        <w:rPr>
          <w:szCs w:val="24"/>
        </w:rPr>
        <w:tab/>
      </w:r>
    </w:p>
    <w:p w:rsidR="009313BB" w:rsidRPr="007D53A0" w:rsidRDefault="00C075F9" w:rsidP="00FE2DD0">
      <w:pPr>
        <w:tabs>
          <w:tab w:val="center" w:pos="5103"/>
        </w:tabs>
        <w:spacing w:line="276" w:lineRule="auto"/>
        <w:jc w:val="both"/>
        <w:rPr>
          <w:szCs w:val="24"/>
        </w:rPr>
      </w:pPr>
      <w:r w:rsidRPr="007D53A0">
        <w:rPr>
          <w:szCs w:val="24"/>
        </w:rPr>
        <w:tab/>
      </w:r>
      <w:r w:rsidR="00AB6AA6" w:rsidRPr="007D53A0">
        <w:rPr>
          <w:szCs w:val="24"/>
        </w:rPr>
        <w:t xml:space="preserve">(cégszerű) </w:t>
      </w:r>
      <w:r w:rsidRPr="007D53A0">
        <w:rPr>
          <w:szCs w:val="24"/>
        </w:rPr>
        <w:t xml:space="preserve">aláírás </w:t>
      </w:r>
    </w:p>
    <w:p w:rsidR="00FE2DD0" w:rsidRDefault="00FE2DD0" w:rsidP="00FE2DD0">
      <w:pPr>
        <w:spacing w:line="276" w:lineRule="auto"/>
        <w:jc w:val="both"/>
        <w:rPr>
          <w:szCs w:val="24"/>
        </w:rPr>
      </w:pPr>
    </w:p>
    <w:p w:rsidR="007D53A0" w:rsidRDefault="007D53A0" w:rsidP="00FE2DD0">
      <w:pPr>
        <w:spacing w:line="276" w:lineRule="auto"/>
        <w:jc w:val="both"/>
        <w:rPr>
          <w:szCs w:val="24"/>
        </w:rPr>
      </w:pPr>
    </w:p>
    <w:p w:rsidR="008E7A7E" w:rsidRPr="00D51D2D" w:rsidRDefault="00991AE0" w:rsidP="008E7A7E">
      <w:pPr>
        <w:spacing w:line="276" w:lineRule="auto"/>
        <w:jc w:val="both"/>
        <w:rPr>
          <w:szCs w:val="24"/>
        </w:rPr>
      </w:pPr>
      <w:r w:rsidRPr="00D51D2D">
        <w:rPr>
          <w:b/>
          <w:szCs w:val="24"/>
        </w:rPr>
        <w:t>IV.2.</w:t>
      </w:r>
      <w:r w:rsidRPr="00D51D2D">
        <w:rPr>
          <w:szCs w:val="24"/>
        </w:rPr>
        <w:t xml:space="preserve"> </w:t>
      </w:r>
      <w:r w:rsidR="008E7A7E" w:rsidRPr="00D51D2D">
        <w:rPr>
          <w:szCs w:val="24"/>
        </w:rPr>
        <w:t>Alulírott, mint a koncessziós pályázati dokumentáció átvételével megbízott nyilatkozom, hogy a mai napon egy darab dokumentációt átvettem.</w:t>
      </w:r>
    </w:p>
    <w:p w:rsidR="008E7A7E" w:rsidRPr="00D51D2D" w:rsidRDefault="008E7A7E" w:rsidP="008E7A7E">
      <w:pPr>
        <w:spacing w:line="276" w:lineRule="auto"/>
        <w:jc w:val="both"/>
        <w:rPr>
          <w:szCs w:val="24"/>
        </w:rPr>
      </w:pPr>
    </w:p>
    <w:p w:rsidR="008E7A7E" w:rsidRPr="00D51D2D" w:rsidRDefault="00C3428A" w:rsidP="008E7A7E">
      <w:pPr>
        <w:spacing w:line="276" w:lineRule="auto"/>
        <w:jc w:val="both"/>
        <w:rPr>
          <w:szCs w:val="24"/>
        </w:rPr>
      </w:pPr>
      <w:r w:rsidRPr="00D51D2D">
        <w:rPr>
          <w:szCs w:val="24"/>
        </w:rPr>
        <w:t>Budapest, 201</w:t>
      </w:r>
      <w:r w:rsidR="00D51D2D" w:rsidRPr="00D51D2D">
        <w:rPr>
          <w:szCs w:val="24"/>
        </w:rPr>
        <w:t>8</w:t>
      </w:r>
      <w:r w:rsidR="008E7A7E" w:rsidRPr="00D51D2D">
        <w:rPr>
          <w:szCs w:val="24"/>
        </w:rPr>
        <w:t>. ………….</w:t>
      </w:r>
    </w:p>
    <w:p w:rsidR="008E7A7E" w:rsidRPr="00D51D2D" w:rsidRDefault="008E7A7E" w:rsidP="008E7A7E">
      <w:pPr>
        <w:spacing w:line="276" w:lineRule="auto"/>
        <w:jc w:val="both"/>
        <w:rPr>
          <w:szCs w:val="24"/>
        </w:rPr>
      </w:pPr>
    </w:p>
    <w:p w:rsidR="008E7A7E" w:rsidRDefault="008E7A7E" w:rsidP="008E7A7E">
      <w:pPr>
        <w:spacing w:line="276" w:lineRule="auto"/>
        <w:jc w:val="both"/>
        <w:rPr>
          <w:sz w:val="22"/>
          <w:szCs w:val="22"/>
        </w:rPr>
      </w:pPr>
    </w:p>
    <w:p w:rsidR="008E7A7E" w:rsidRDefault="008E7A7E" w:rsidP="008E7A7E">
      <w:pPr>
        <w:tabs>
          <w:tab w:val="left" w:pos="2835"/>
          <w:tab w:val="left" w:leader="dot" w:pos="723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E7A7E" w:rsidRPr="009313BB" w:rsidRDefault="008E7A7E" w:rsidP="008E7A7E">
      <w:pPr>
        <w:tabs>
          <w:tab w:val="center" w:pos="4962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aláírás</w:t>
      </w:r>
    </w:p>
    <w:p w:rsidR="008E7A7E" w:rsidRDefault="008E7A7E" w:rsidP="00FE2DD0">
      <w:pPr>
        <w:spacing w:line="276" w:lineRule="auto"/>
        <w:jc w:val="both"/>
        <w:rPr>
          <w:szCs w:val="24"/>
        </w:rPr>
      </w:pPr>
    </w:p>
    <w:p w:rsidR="000B6CD9" w:rsidRPr="00BC1C3B" w:rsidRDefault="000B6CD9" w:rsidP="00FE2DD0">
      <w:pPr>
        <w:spacing w:line="276" w:lineRule="auto"/>
        <w:jc w:val="both"/>
        <w:rPr>
          <w:b/>
          <w:szCs w:val="24"/>
        </w:rPr>
      </w:pPr>
      <w:r w:rsidRPr="00BC1C3B">
        <w:rPr>
          <w:b/>
          <w:szCs w:val="24"/>
        </w:rPr>
        <w:t>MBF</w:t>
      </w:r>
      <w:r w:rsidR="00D51D2D">
        <w:rPr>
          <w:b/>
          <w:szCs w:val="24"/>
        </w:rPr>
        <w:t>SZ</w:t>
      </w:r>
      <w:r w:rsidRPr="00BC1C3B">
        <w:rPr>
          <w:b/>
          <w:szCs w:val="24"/>
        </w:rPr>
        <w:t xml:space="preserve"> részéről:</w:t>
      </w:r>
    </w:p>
    <w:p w:rsidR="00BC1C3B" w:rsidRDefault="00BC1C3B" w:rsidP="00FE2DD0">
      <w:pPr>
        <w:spacing w:line="276" w:lineRule="auto"/>
        <w:jc w:val="both"/>
        <w:rPr>
          <w:szCs w:val="24"/>
        </w:rPr>
      </w:pPr>
    </w:p>
    <w:p w:rsidR="00BC1C3B" w:rsidRDefault="00BC1C3B" w:rsidP="00FE2DD0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A Magyar Bányászati és Földtani </w:t>
      </w:r>
      <w:r w:rsidR="00D51D2D">
        <w:rPr>
          <w:szCs w:val="24"/>
        </w:rPr>
        <w:t>Szolgálat</w:t>
      </w:r>
      <w:r>
        <w:rPr>
          <w:szCs w:val="24"/>
        </w:rPr>
        <w:t xml:space="preserve"> képviseletében igazolom, hogy koncessziós pályázati dokumentációt átadtam.</w:t>
      </w:r>
    </w:p>
    <w:p w:rsidR="00BC1C3B" w:rsidRPr="00BC1C3B" w:rsidRDefault="00BC1C3B" w:rsidP="00FE2DD0">
      <w:pPr>
        <w:spacing w:line="276" w:lineRule="auto"/>
        <w:jc w:val="both"/>
        <w:rPr>
          <w:szCs w:val="24"/>
        </w:rPr>
      </w:pPr>
    </w:p>
    <w:p w:rsidR="00D51D2D" w:rsidRDefault="000B6CD9" w:rsidP="00BC1C3B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  <w:r w:rsidRPr="00BC1C3B">
        <w:rPr>
          <w:szCs w:val="24"/>
        </w:rPr>
        <w:t>Budapest, 201</w:t>
      </w:r>
      <w:r w:rsidR="00D51D2D">
        <w:rPr>
          <w:szCs w:val="24"/>
        </w:rPr>
        <w:t>8</w:t>
      </w:r>
      <w:r w:rsidRPr="00BC1C3B">
        <w:rPr>
          <w:szCs w:val="24"/>
        </w:rPr>
        <w:t>. …………….</w:t>
      </w:r>
      <w:r w:rsidRPr="007D53A0">
        <w:rPr>
          <w:szCs w:val="24"/>
        </w:rPr>
        <w:t xml:space="preserve">         </w:t>
      </w:r>
    </w:p>
    <w:p w:rsidR="00D51D2D" w:rsidRDefault="00D51D2D" w:rsidP="00BC1C3B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</w:p>
    <w:p w:rsidR="007D53A0" w:rsidRDefault="000B6CD9" w:rsidP="00BC1C3B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  <w:r w:rsidRPr="007D53A0">
        <w:rPr>
          <w:szCs w:val="24"/>
        </w:rPr>
        <w:tab/>
      </w:r>
      <w:r w:rsidRPr="007D53A0">
        <w:rPr>
          <w:szCs w:val="24"/>
        </w:rPr>
        <w:tab/>
      </w:r>
    </w:p>
    <w:p w:rsidR="002F7983" w:rsidRPr="002F7983" w:rsidRDefault="002F7983" w:rsidP="002F7983">
      <w:pPr>
        <w:tabs>
          <w:tab w:val="center" w:pos="5245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</w:r>
      <w:r w:rsidRPr="002F7983">
        <w:rPr>
          <w:szCs w:val="24"/>
        </w:rPr>
        <w:t>aláírás</w:t>
      </w:r>
    </w:p>
    <w:p w:rsidR="007D53A0" w:rsidRDefault="007D53A0" w:rsidP="000B6CD9">
      <w:pPr>
        <w:spacing w:line="276" w:lineRule="auto"/>
        <w:jc w:val="center"/>
        <w:rPr>
          <w:b/>
          <w:szCs w:val="24"/>
        </w:rPr>
      </w:pPr>
    </w:p>
    <w:p w:rsidR="007D53A0" w:rsidRDefault="007D53A0" w:rsidP="000B6CD9">
      <w:pPr>
        <w:spacing w:line="276" w:lineRule="auto"/>
        <w:jc w:val="center"/>
        <w:rPr>
          <w:b/>
          <w:szCs w:val="24"/>
        </w:rPr>
        <w:sectPr w:rsidR="007D53A0" w:rsidSect="002432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418" w:header="227" w:footer="397" w:gutter="0"/>
          <w:cols w:space="708"/>
          <w:docGrid w:linePitch="326"/>
        </w:sectPr>
      </w:pPr>
    </w:p>
    <w:p w:rsidR="00FE2DD0" w:rsidRPr="007D53A0" w:rsidRDefault="00FE2DD0" w:rsidP="000B6CD9">
      <w:pPr>
        <w:spacing w:line="276" w:lineRule="auto"/>
        <w:jc w:val="center"/>
        <w:rPr>
          <w:b/>
          <w:szCs w:val="24"/>
        </w:rPr>
      </w:pPr>
      <w:r w:rsidRPr="007D53A0">
        <w:rPr>
          <w:b/>
          <w:szCs w:val="24"/>
        </w:rPr>
        <w:lastRenderedPageBreak/>
        <w:t>KITÖLTÉSI ÚTMUTATÓ</w:t>
      </w:r>
    </w:p>
    <w:p w:rsidR="00FE2DD0" w:rsidRPr="007D53A0" w:rsidRDefault="00FE2DD0" w:rsidP="00FE2DD0">
      <w:pPr>
        <w:spacing w:line="276" w:lineRule="auto"/>
        <w:jc w:val="both"/>
        <w:rPr>
          <w:szCs w:val="24"/>
        </w:rPr>
      </w:pPr>
    </w:p>
    <w:p w:rsidR="000B6CD9" w:rsidRDefault="000B6CD9" w:rsidP="000B6CD9">
      <w:pPr>
        <w:spacing w:line="276" w:lineRule="auto"/>
        <w:jc w:val="both"/>
        <w:rPr>
          <w:szCs w:val="24"/>
        </w:rPr>
      </w:pPr>
      <w:r w:rsidRPr="00BC1C3B">
        <w:rPr>
          <w:szCs w:val="24"/>
        </w:rPr>
        <w:t xml:space="preserve">A Pályázati azonosító lapot kérjük </w:t>
      </w:r>
      <w:r w:rsidRPr="00BC1C3B">
        <w:rPr>
          <w:b/>
          <w:szCs w:val="24"/>
        </w:rPr>
        <w:t>két példányban</w:t>
      </w:r>
      <w:r w:rsidRPr="00BC1C3B">
        <w:rPr>
          <w:szCs w:val="24"/>
        </w:rPr>
        <w:t xml:space="preserve"> elkészíteni, amelyből egy példány a </w:t>
      </w:r>
      <w:r w:rsidR="007D53A0" w:rsidRPr="00BC1C3B">
        <w:rPr>
          <w:szCs w:val="24"/>
        </w:rPr>
        <w:t>M</w:t>
      </w:r>
      <w:r w:rsidRPr="00BC1C3B">
        <w:rPr>
          <w:szCs w:val="24"/>
        </w:rPr>
        <w:t xml:space="preserve">agyar Bányászati és Földtani </w:t>
      </w:r>
      <w:r w:rsidR="00D51D2D">
        <w:rPr>
          <w:szCs w:val="24"/>
        </w:rPr>
        <w:t>Szolgálat</w:t>
      </w:r>
      <w:r w:rsidRPr="00BC1C3B">
        <w:rPr>
          <w:szCs w:val="24"/>
        </w:rPr>
        <w:t>nál</w:t>
      </w:r>
      <w:r w:rsidR="007D53A0" w:rsidRPr="00BC1C3B">
        <w:rPr>
          <w:szCs w:val="24"/>
        </w:rPr>
        <w:t xml:space="preserve"> (</w:t>
      </w:r>
      <w:r w:rsidR="001A268B">
        <w:rPr>
          <w:szCs w:val="24"/>
        </w:rPr>
        <w:t xml:space="preserve">a továbbiakban: </w:t>
      </w:r>
      <w:r w:rsidR="007D53A0" w:rsidRPr="00BC1C3B">
        <w:rPr>
          <w:szCs w:val="24"/>
        </w:rPr>
        <w:t>MBF</w:t>
      </w:r>
      <w:r w:rsidR="00D51D2D">
        <w:rPr>
          <w:szCs w:val="24"/>
        </w:rPr>
        <w:t>SZ</w:t>
      </w:r>
      <w:r w:rsidR="007D53A0" w:rsidRPr="00BC1C3B">
        <w:rPr>
          <w:szCs w:val="24"/>
        </w:rPr>
        <w:t>)</w:t>
      </w:r>
      <w:r w:rsidRPr="00BC1C3B">
        <w:rPr>
          <w:szCs w:val="24"/>
        </w:rPr>
        <w:t>, egy példány pedig a vásárlónál marad.</w:t>
      </w:r>
    </w:p>
    <w:p w:rsidR="00BC1C3B" w:rsidRDefault="00BC1C3B" w:rsidP="000B6CD9">
      <w:pPr>
        <w:spacing w:line="276" w:lineRule="auto"/>
        <w:jc w:val="both"/>
        <w:rPr>
          <w:szCs w:val="24"/>
        </w:rPr>
      </w:pPr>
    </w:p>
    <w:p w:rsidR="00BC1C3B" w:rsidRPr="00BC1C3B" w:rsidRDefault="00BC1C3B" w:rsidP="000B6CD9">
      <w:pPr>
        <w:spacing w:line="276" w:lineRule="auto"/>
        <w:jc w:val="both"/>
        <w:rPr>
          <w:b/>
          <w:i/>
          <w:szCs w:val="24"/>
        </w:rPr>
      </w:pPr>
      <w:r w:rsidRPr="00BC1C3B">
        <w:rPr>
          <w:b/>
          <w:i/>
          <w:szCs w:val="24"/>
        </w:rPr>
        <w:t>Kérjük, hogy a Pályázati azonosító lap kipontozott részeit töltse ki géppel vagy kézzel és egyebeken a Pályázati azonosító lap tartalmát ne módosítsa.</w:t>
      </w:r>
    </w:p>
    <w:p w:rsidR="007D53A0" w:rsidRPr="00BC1C3B" w:rsidRDefault="007D53A0" w:rsidP="000B6CD9">
      <w:pPr>
        <w:spacing w:line="276" w:lineRule="auto"/>
        <w:jc w:val="both"/>
        <w:rPr>
          <w:szCs w:val="24"/>
        </w:rPr>
      </w:pPr>
    </w:p>
    <w:p w:rsidR="007D53A0" w:rsidRPr="007D53A0" w:rsidRDefault="007D53A0" w:rsidP="000B6CD9">
      <w:pPr>
        <w:spacing w:line="276" w:lineRule="auto"/>
        <w:jc w:val="both"/>
        <w:rPr>
          <w:szCs w:val="24"/>
        </w:rPr>
      </w:pPr>
      <w:r w:rsidRPr="00BC1C3B">
        <w:rPr>
          <w:szCs w:val="24"/>
        </w:rPr>
        <w:t>A Koncessziós pályázati dokumentációt a pályázat benyújtásának napját megelőző napig az MBF</w:t>
      </w:r>
      <w:r w:rsidR="00D51D2D">
        <w:rPr>
          <w:szCs w:val="24"/>
        </w:rPr>
        <w:t>SZ</w:t>
      </w:r>
      <w:r w:rsidRPr="00BC1C3B">
        <w:rPr>
          <w:szCs w:val="24"/>
        </w:rPr>
        <w:t xml:space="preserve"> Ügyfélszolgálati irodájában (1145 Budapest, Columbus utca 17-23.) munkanapokon 8–14 óráig vehető át a Pályázati kiírás vételárának átutalását hitelt érdemlően igazoló okirat bemutatása ellenében. Az átvétel</w:t>
      </w:r>
      <w:r w:rsidR="00991AE0" w:rsidRPr="00BC1C3B">
        <w:rPr>
          <w:szCs w:val="24"/>
        </w:rPr>
        <w:t>t</w:t>
      </w:r>
      <w:r w:rsidRPr="00BC1C3B">
        <w:rPr>
          <w:szCs w:val="24"/>
        </w:rPr>
        <w:t xml:space="preserve"> az MBF</w:t>
      </w:r>
      <w:r w:rsidR="00D51D2D">
        <w:rPr>
          <w:szCs w:val="24"/>
        </w:rPr>
        <w:t>SZ</w:t>
      </w:r>
      <w:r w:rsidRPr="00BC1C3B">
        <w:rPr>
          <w:szCs w:val="24"/>
        </w:rPr>
        <w:t xml:space="preserve"> </w:t>
      </w:r>
      <w:r w:rsidR="00991AE0" w:rsidRPr="00BC1C3B">
        <w:rPr>
          <w:szCs w:val="24"/>
        </w:rPr>
        <w:t>a Pályázati azonosító lapok aláírásával igazolja, amelyből az egyik példány a vásárlónál marad</w:t>
      </w:r>
      <w:r w:rsidRPr="00BC1C3B">
        <w:rPr>
          <w:szCs w:val="24"/>
        </w:rPr>
        <w:t>.</w:t>
      </w:r>
    </w:p>
    <w:p w:rsidR="000B6CD9" w:rsidRPr="007D53A0" w:rsidRDefault="000B6CD9" w:rsidP="000B6CD9">
      <w:pPr>
        <w:spacing w:line="276" w:lineRule="auto"/>
        <w:jc w:val="both"/>
        <w:rPr>
          <w:szCs w:val="24"/>
        </w:rPr>
      </w:pPr>
    </w:p>
    <w:p w:rsidR="00DB7CBE" w:rsidRPr="007D53A0" w:rsidRDefault="00DB7CBE" w:rsidP="000B6CD9">
      <w:pPr>
        <w:spacing w:line="276" w:lineRule="auto"/>
        <w:jc w:val="both"/>
        <w:rPr>
          <w:b/>
          <w:smallCaps/>
          <w:szCs w:val="24"/>
        </w:rPr>
      </w:pPr>
      <w:r w:rsidRPr="007D53A0">
        <w:rPr>
          <w:b/>
          <w:smallCaps/>
          <w:szCs w:val="24"/>
        </w:rPr>
        <w:t>I. A koncessziós pályázati dokumentációt megvásárló adatai</w:t>
      </w:r>
    </w:p>
    <w:p w:rsidR="00DB7CBE" w:rsidRPr="007D53A0" w:rsidRDefault="00DB7CBE" w:rsidP="000B6CD9">
      <w:pPr>
        <w:spacing w:line="276" w:lineRule="auto"/>
        <w:jc w:val="both"/>
        <w:rPr>
          <w:szCs w:val="24"/>
        </w:rPr>
      </w:pPr>
    </w:p>
    <w:p w:rsidR="00FE2DD0" w:rsidRPr="007D53A0" w:rsidRDefault="00DB7CBE" w:rsidP="000B6CD9">
      <w:pPr>
        <w:spacing w:line="276" w:lineRule="auto"/>
        <w:jc w:val="both"/>
        <w:rPr>
          <w:szCs w:val="24"/>
        </w:rPr>
      </w:pPr>
      <w:r w:rsidRPr="007D53A0">
        <w:rPr>
          <w:szCs w:val="24"/>
        </w:rPr>
        <w:t xml:space="preserve">A </w:t>
      </w:r>
      <w:r w:rsidR="00FE2DD0" w:rsidRPr="007D53A0">
        <w:rPr>
          <w:szCs w:val="24"/>
        </w:rPr>
        <w:t xml:space="preserve">koncessziós pályázaton az vehet részt, aki a Koncessziós pályázati dokumentációt megvásárolta, ezért </w:t>
      </w:r>
      <w:r w:rsidRPr="007D53A0">
        <w:rPr>
          <w:szCs w:val="24"/>
        </w:rPr>
        <w:t xml:space="preserve">a Pályázati azonosító lap I. pontjában </w:t>
      </w:r>
      <w:r w:rsidR="00FE2DD0" w:rsidRPr="007D53A0">
        <w:rPr>
          <w:szCs w:val="24"/>
        </w:rPr>
        <w:t xml:space="preserve">kérjük, </w:t>
      </w:r>
      <w:r w:rsidRPr="007D53A0">
        <w:rPr>
          <w:szCs w:val="24"/>
        </w:rPr>
        <w:t xml:space="preserve">hogy </w:t>
      </w:r>
      <w:r w:rsidR="00FE2DD0" w:rsidRPr="007D53A0">
        <w:rPr>
          <w:szCs w:val="24"/>
        </w:rPr>
        <w:t xml:space="preserve">azon adatokat adja meg, amelyek megegyeznek </w:t>
      </w:r>
      <w:r w:rsidRPr="007D53A0">
        <w:rPr>
          <w:szCs w:val="24"/>
        </w:rPr>
        <w:t>a</w:t>
      </w:r>
      <w:r w:rsidR="00FE2DD0" w:rsidRPr="007D53A0">
        <w:rPr>
          <w:szCs w:val="24"/>
        </w:rPr>
        <w:t xml:space="preserve"> pályáz</w:t>
      </w:r>
      <w:r w:rsidRPr="007D53A0">
        <w:rPr>
          <w:szCs w:val="24"/>
        </w:rPr>
        <w:t>ni szándékozó</w:t>
      </w:r>
      <w:r w:rsidR="00FE2DD0" w:rsidRPr="007D53A0">
        <w:rPr>
          <w:szCs w:val="24"/>
        </w:rPr>
        <w:t xml:space="preserve"> személyével.</w:t>
      </w:r>
    </w:p>
    <w:p w:rsidR="00FE2DD0" w:rsidRPr="007D53A0" w:rsidRDefault="00FE2DD0" w:rsidP="000B6CD9">
      <w:pPr>
        <w:spacing w:line="276" w:lineRule="auto"/>
        <w:jc w:val="both"/>
        <w:rPr>
          <w:szCs w:val="24"/>
        </w:rPr>
      </w:pPr>
    </w:p>
    <w:p w:rsidR="00DB7CBE" w:rsidRPr="007D53A0" w:rsidRDefault="00DB7CBE" w:rsidP="000B6CD9">
      <w:pPr>
        <w:spacing w:line="276" w:lineRule="auto"/>
        <w:jc w:val="both"/>
        <w:rPr>
          <w:szCs w:val="24"/>
        </w:rPr>
      </w:pPr>
      <w:r w:rsidRPr="007D53A0">
        <w:rPr>
          <w:b/>
          <w:i/>
          <w:szCs w:val="24"/>
        </w:rPr>
        <w:t>1. Megnevezés:</w:t>
      </w:r>
      <w:r w:rsidRPr="007D53A0">
        <w:rPr>
          <w:szCs w:val="24"/>
        </w:rPr>
        <w:t xml:space="preserve"> A vásárló megnevezésénél kérjük, adja meg a cég teljes és rövidített elnevezését is.</w:t>
      </w:r>
    </w:p>
    <w:p w:rsidR="00DB7CBE" w:rsidRPr="007D53A0" w:rsidRDefault="00DB7CBE" w:rsidP="000B6CD9">
      <w:pPr>
        <w:spacing w:line="276" w:lineRule="auto"/>
        <w:jc w:val="both"/>
        <w:rPr>
          <w:szCs w:val="24"/>
        </w:rPr>
      </w:pPr>
      <w:r w:rsidRPr="007D53A0">
        <w:rPr>
          <w:b/>
          <w:i/>
          <w:szCs w:val="24"/>
        </w:rPr>
        <w:t>2. Székhely:</w:t>
      </w:r>
      <w:r w:rsidRPr="007D53A0">
        <w:rPr>
          <w:szCs w:val="24"/>
        </w:rPr>
        <w:t xml:space="preserve"> A 2. pontban elegendő csak a székhelyet feltüntetni.</w:t>
      </w:r>
    </w:p>
    <w:p w:rsidR="00DB7CBE" w:rsidRPr="007D53A0" w:rsidRDefault="00DB7CBE" w:rsidP="000B6CD9">
      <w:pPr>
        <w:spacing w:line="276" w:lineRule="auto"/>
        <w:jc w:val="both"/>
        <w:rPr>
          <w:szCs w:val="24"/>
        </w:rPr>
      </w:pPr>
      <w:r w:rsidRPr="007D53A0">
        <w:rPr>
          <w:b/>
          <w:i/>
          <w:szCs w:val="24"/>
        </w:rPr>
        <w:t>3. Képviselő vagy képviselők:</w:t>
      </w:r>
      <w:r w:rsidRPr="007D53A0">
        <w:rPr>
          <w:szCs w:val="24"/>
        </w:rPr>
        <w:t xml:space="preserve"> kérjük</w:t>
      </w:r>
      <w:r w:rsidR="000B6CD9" w:rsidRPr="007D53A0">
        <w:rPr>
          <w:szCs w:val="24"/>
        </w:rPr>
        <w:t>,</w:t>
      </w:r>
      <w:r w:rsidRPr="007D53A0">
        <w:rPr>
          <w:szCs w:val="24"/>
        </w:rPr>
        <w:t xml:space="preserve"> jelölje meg azon személyt vagy személyeket, akik a cég képviseletére </w:t>
      </w:r>
      <w:r w:rsidR="007B45AB" w:rsidRPr="007D53A0">
        <w:rPr>
          <w:szCs w:val="24"/>
        </w:rPr>
        <w:t xml:space="preserve">a cégjegyzékben foglaltak szerint </w:t>
      </w:r>
      <w:r w:rsidRPr="007D53A0">
        <w:rPr>
          <w:szCs w:val="24"/>
        </w:rPr>
        <w:t>jogosultak.</w:t>
      </w:r>
    </w:p>
    <w:p w:rsidR="007B45AB" w:rsidRPr="007D53A0" w:rsidRDefault="007B45AB" w:rsidP="000B6CD9">
      <w:pPr>
        <w:spacing w:line="276" w:lineRule="auto"/>
        <w:jc w:val="both"/>
        <w:rPr>
          <w:szCs w:val="24"/>
        </w:rPr>
      </w:pPr>
      <w:r w:rsidRPr="007D53A0">
        <w:rPr>
          <w:b/>
          <w:i/>
          <w:szCs w:val="24"/>
        </w:rPr>
        <w:t>4. Adószám:</w:t>
      </w:r>
      <w:r w:rsidRPr="007D53A0">
        <w:rPr>
          <w:szCs w:val="24"/>
        </w:rPr>
        <w:t xml:space="preserve"> </w:t>
      </w:r>
      <w:r w:rsidR="00B90950" w:rsidRPr="007D53A0">
        <w:rPr>
          <w:szCs w:val="24"/>
        </w:rPr>
        <w:t>felhívjuk a figyelmet, hogy külföldi illetőségű pályázó esetében a nemzetközi vagy közösségi adószámot szükséges feltüntetni.</w:t>
      </w:r>
    </w:p>
    <w:p w:rsidR="00B90950" w:rsidRDefault="00B90950" w:rsidP="000B6CD9">
      <w:pPr>
        <w:spacing w:line="276" w:lineRule="auto"/>
        <w:jc w:val="both"/>
        <w:rPr>
          <w:szCs w:val="24"/>
        </w:rPr>
      </w:pPr>
      <w:r w:rsidRPr="007D53A0">
        <w:rPr>
          <w:b/>
          <w:i/>
          <w:szCs w:val="24"/>
        </w:rPr>
        <w:t>5. Kapcsolattartásra kijelölt személyek adatai:</w:t>
      </w:r>
      <w:r w:rsidRPr="007D53A0">
        <w:rPr>
          <w:szCs w:val="24"/>
        </w:rPr>
        <w:t xml:space="preserve"> kérjük megjelölni azon személyeket, akikkel a pályázat benyújtása előtti időszakban szükség szerint felvehető a kapcsolat a Magyar Bányászati és Földtani </w:t>
      </w:r>
      <w:r w:rsidR="001A268B">
        <w:rPr>
          <w:szCs w:val="24"/>
        </w:rPr>
        <w:t>Szolgálat</w:t>
      </w:r>
      <w:r w:rsidRPr="007D53A0">
        <w:rPr>
          <w:szCs w:val="24"/>
        </w:rPr>
        <w:t xml:space="preserve"> részéről. Ezen pont kitöltése azért is fontos, mert az itt megjelölt e-mail címen kaphatnak majd kiegészítő tájékoztatást a dokumentációt megvásárlók. (A kiegészítő tájékoztatást a Pályázati kiírást megvásárlók azonos feltételek mellett kapják meg a Pályázati kiírás átvétele során adott Pályázati azonosító lapon feltüntetett e-mail címen.)</w:t>
      </w:r>
    </w:p>
    <w:p w:rsidR="007D53A0" w:rsidRPr="007D53A0" w:rsidRDefault="007D53A0" w:rsidP="000B6CD9">
      <w:pPr>
        <w:spacing w:line="276" w:lineRule="auto"/>
        <w:jc w:val="both"/>
        <w:rPr>
          <w:szCs w:val="24"/>
        </w:rPr>
      </w:pPr>
      <w:r w:rsidRPr="007D53A0">
        <w:rPr>
          <w:b/>
          <w:i/>
          <w:szCs w:val="24"/>
        </w:rPr>
        <w:t>6. A vásárló nevében a koncessziós pályázati dokumentációt átvevő megbízott személy neve</w:t>
      </w:r>
      <w:r>
        <w:rPr>
          <w:b/>
          <w:i/>
          <w:szCs w:val="24"/>
        </w:rPr>
        <w:t xml:space="preserve">: </w:t>
      </w:r>
      <w:r>
        <w:rPr>
          <w:szCs w:val="24"/>
        </w:rPr>
        <w:t>a 6. pontot abban az esetben szükséges kitölteni, amennyiben a Koncessziós pályázati dokumentációt nem a cég képviselője veszi át. Ez esetben kérjük a IV. pontban foglalt nyilatkozat kitöltését.</w:t>
      </w:r>
    </w:p>
    <w:p w:rsidR="00FE2DD0" w:rsidRPr="007D53A0" w:rsidRDefault="00FE2DD0" w:rsidP="000B6CD9">
      <w:pPr>
        <w:spacing w:line="276" w:lineRule="auto"/>
        <w:jc w:val="both"/>
        <w:rPr>
          <w:szCs w:val="24"/>
        </w:rPr>
      </w:pPr>
    </w:p>
    <w:p w:rsidR="00B90950" w:rsidRPr="007D53A0" w:rsidRDefault="00B90950" w:rsidP="000B6CD9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  <w:r w:rsidRPr="007D53A0">
        <w:rPr>
          <w:b/>
          <w:smallCaps/>
          <w:szCs w:val="24"/>
        </w:rPr>
        <w:t>II. Számla kiállításához szükséges adatok</w:t>
      </w:r>
    </w:p>
    <w:p w:rsidR="00B90950" w:rsidRPr="007D53A0" w:rsidRDefault="00B90950" w:rsidP="000B6CD9">
      <w:pPr>
        <w:spacing w:line="276" w:lineRule="auto"/>
        <w:jc w:val="both"/>
        <w:rPr>
          <w:szCs w:val="24"/>
        </w:rPr>
      </w:pPr>
    </w:p>
    <w:p w:rsidR="00FE2DD0" w:rsidRPr="007D53A0" w:rsidRDefault="00991AE0" w:rsidP="000B6CD9">
      <w:pPr>
        <w:spacing w:line="276" w:lineRule="auto"/>
        <w:jc w:val="both"/>
        <w:rPr>
          <w:szCs w:val="24"/>
        </w:rPr>
      </w:pPr>
      <w:r>
        <w:rPr>
          <w:szCs w:val="24"/>
        </w:rPr>
        <w:t>A Koncessziós pályázati dokumentáció vételáráról az MBF</w:t>
      </w:r>
      <w:r w:rsidR="001A268B">
        <w:rPr>
          <w:szCs w:val="24"/>
        </w:rPr>
        <w:t>SZ</w:t>
      </w:r>
      <w:r>
        <w:rPr>
          <w:szCs w:val="24"/>
        </w:rPr>
        <w:t xml:space="preserve"> számlát állít ki az I. pontban megjelölt vásárló adatai alapján. A II. pontot akkor szükséges kitölteni, ha a vételárról kiállítandó számlához szükséges adatok nem egyeznek meg az I. pontban szereplővel. </w:t>
      </w:r>
    </w:p>
    <w:p w:rsidR="00B90950" w:rsidRPr="007D53A0" w:rsidRDefault="00B90950" w:rsidP="000B6CD9">
      <w:pPr>
        <w:spacing w:line="276" w:lineRule="auto"/>
        <w:jc w:val="both"/>
        <w:rPr>
          <w:szCs w:val="24"/>
        </w:rPr>
      </w:pPr>
    </w:p>
    <w:p w:rsidR="00B90950" w:rsidRPr="007D53A0" w:rsidRDefault="00B90950" w:rsidP="000B6CD9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  <w:r w:rsidRPr="007D53A0">
        <w:rPr>
          <w:b/>
          <w:smallCaps/>
          <w:szCs w:val="24"/>
        </w:rPr>
        <w:t>III. Nyilatkozat</w:t>
      </w:r>
    </w:p>
    <w:p w:rsidR="00B90950" w:rsidRPr="007D53A0" w:rsidRDefault="00B90950" w:rsidP="000B6CD9">
      <w:pPr>
        <w:spacing w:line="276" w:lineRule="auto"/>
        <w:jc w:val="both"/>
        <w:rPr>
          <w:szCs w:val="24"/>
        </w:rPr>
      </w:pPr>
    </w:p>
    <w:p w:rsidR="00B90950" w:rsidRDefault="00B90950" w:rsidP="000B6CD9">
      <w:pPr>
        <w:spacing w:line="276" w:lineRule="auto"/>
        <w:jc w:val="both"/>
        <w:rPr>
          <w:szCs w:val="24"/>
        </w:rPr>
      </w:pPr>
      <w:r w:rsidRPr="007D53A0">
        <w:rPr>
          <w:szCs w:val="24"/>
        </w:rPr>
        <w:t xml:space="preserve">A III. pontban nyilatkozni szükséges, hogy mint az I. pontban megjelölt pályázni szándékozó cégjegyzék szerint képviselője a megjelölt koncessziós területre </w:t>
      </w:r>
      <w:r w:rsidR="000B6CD9" w:rsidRPr="007D53A0">
        <w:rPr>
          <w:szCs w:val="24"/>
        </w:rPr>
        <w:t>a Koncessziós pályázati dokumentációt átvette.</w:t>
      </w:r>
      <w:r w:rsidR="007D53A0">
        <w:rPr>
          <w:szCs w:val="24"/>
        </w:rPr>
        <w:t xml:space="preserve"> Amennyiben nem a cég képviselője veszi át a dokumentációt, úgy kérjük a IV. pont kitöltését.</w:t>
      </w:r>
    </w:p>
    <w:p w:rsidR="007D53A0" w:rsidRDefault="007D53A0" w:rsidP="000B6CD9">
      <w:pPr>
        <w:spacing w:line="276" w:lineRule="auto"/>
        <w:jc w:val="both"/>
        <w:rPr>
          <w:szCs w:val="24"/>
        </w:rPr>
      </w:pPr>
    </w:p>
    <w:p w:rsidR="007D53A0" w:rsidRPr="007D53A0" w:rsidRDefault="007D53A0" w:rsidP="007D53A0">
      <w:pPr>
        <w:spacing w:line="276" w:lineRule="auto"/>
        <w:jc w:val="both"/>
        <w:rPr>
          <w:b/>
          <w:smallCaps/>
          <w:szCs w:val="24"/>
        </w:rPr>
      </w:pPr>
      <w:r w:rsidRPr="007D53A0">
        <w:rPr>
          <w:b/>
          <w:smallCaps/>
          <w:szCs w:val="24"/>
        </w:rPr>
        <w:t>IV. Nyilatkozat (amennyiben nem a képviselő jár el)</w:t>
      </w:r>
    </w:p>
    <w:p w:rsidR="007D53A0" w:rsidRDefault="007D53A0" w:rsidP="000B6CD9">
      <w:pPr>
        <w:spacing w:line="276" w:lineRule="auto"/>
        <w:jc w:val="both"/>
        <w:rPr>
          <w:szCs w:val="24"/>
        </w:rPr>
      </w:pPr>
    </w:p>
    <w:p w:rsidR="007D53A0" w:rsidRPr="007D53A0" w:rsidRDefault="007D53A0" w:rsidP="000B6CD9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A IV. pont kitöltése akkor szükséges, ha a Koncessziós pályázati dokumentációt nem a cég képviselője veszi át, hanem egyéb megbízott személy. </w:t>
      </w:r>
      <w:r w:rsidR="008E7A7E">
        <w:rPr>
          <w:szCs w:val="24"/>
        </w:rPr>
        <w:t xml:space="preserve">Ebben az esetben szükséges a IV. pont szerinti cégszerű aláírással ellátott meghatalmazási rész kitöltése, illetve a dokumentációt átvevő </w:t>
      </w:r>
      <w:r w:rsidR="00E22C6D">
        <w:rPr>
          <w:szCs w:val="24"/>
        </w:rPr>
        <w:t>személy aláírása is.</w:t>
      </w:r>
    </w:p>
    <w:sectPr w:rsidR="007D53A0" w:rsidRPr="007D53A0" w:rsidSect="00243237">
      <w:headerReference w:type="default" r:id="rId14"/>
      <w:pgSz w:w="11906" w:h="16838" w:code="9"/>
      <w:pgMar w:top="1418" w:right="1418" w:bottom="1418" w:left="1418" w:header="227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E49" w:rsidRDefault="00472E49">
      <w:r>
        <w:separator/>
      </w:r>
    </w:p>
  </w:endnote>
  <w:endnote w:type="continuationSeparator" w:id="0">
    <w:p w:rsidR="00472E49" w:rsidRDefault="0047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0"/>
    <w:family w:val="auto"/>
    <w:pitch w:val="variable"/>
    <w:sig w:usb0="8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74A" w:rsidRDefault="00F31FBC" w:rsidP="00CA463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B274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274A" w:rsidRDefault="00EB274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10819348"/>
      <w:docPartObj>
        <w:docPartGallery w:val="Page Numbers (Bottom of Page)"/>
        <w:docPartUnique/>
      </w:docPartObj>
    </w:sdtPr>
    <w:sdtEndPr/>
    <w:sdtContent>
      <w:p w:rsidR="00243237" w:rsidRPr="00243237" w:rsidRDefault="00F31FBC">
        <w:pPr>
          <w:pStyle w:val="llb"/>
          <w:jc w:val="center"/>
          <w:rPr>
            <w:sz w:val="20"/>
          </w:rPr>
        </w:pPr>
        <w:r w:rsidRPr="00243237">
          <w:rPr>
            <w:sz w:val="20"/>
          </w:rPr>
          <w:fldChar w:fldCharType="begin"/>
        </w:r>
        <w:r w:rsidR="00243237" w:rsidRPr="00243237">
          <w:rPr>
            <w:sz w:val="20"/>
          </w:rPr>
          <w:instrText xml:space="preserve"> PAGE   \* MERGEFORMAT </w:instrText>
        </w:r>
        <w:r w:rsidRPr="00243237">
          <w:rPr>
            <w:sz w:val="20"/>
          </w:rPr>
          <w:fldChar w:fldCharType="separate"/>
        </w:r>
        <w:r w:rsidR="00C3428A">
          <w:rPr>
            <w:noProof/>
            <w:sz w:val="20"/>
          </w:rPr>
          <w:t>3</w:t>
        </w:r>
        <w:r w:rsidRPr="00243237">
          <w:rPr>
            <w:sz w:val="20"/>
          </w:rPr>
          <w:fldChar w:fldCharType="end"/>
        </w:r>
      </w:p>
    </w:sdtContent>
  </w:sdt>
  <w:p w:rsidR="00FE2DD0" w:rsidRDefault="00FE2DD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0DF" w:rsidRPr="0030491D" w:rsidRDefault="006410DF" w:rsidP="00521F7F">
    <w:pPr>
      <w:tabs>
        <w:tab w:val="right" w:pos="7230"/>
        <w:tab w:val="right" w:pos="8364"/>
      </w:tabs>
      <w:ind w:left="142"/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E49" w:rsidRDefault="00472E49">
      <w:r>
        <w:separator/>
      </w:r>
    </w:p>
  </w:footnote>
  <w:footnote w:type="continuationSeparator" w:id="0">
    <w:p w:rsidR="00472E49" w:rsidRDefault="00472E49">
      <w:r>
        <w:continuationSeparator/>
      </w:r>
    </w:p>
  </w:footnote>
  <w:footnote w:id="1">
    <w:p w:rsidR="00141B68" w:rsidRDefault="00141B68" w:rsidP="00FE2DD0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</w:t>
      </w:r>
      <w:r w:rsidRPr="009313BB">
        <w:t xml:space="preserve"> megfelelő rész aláhúzandó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D31" w:rsidRDefault="00F31FBC" w:rsidP="00221EC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25D3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25D31" w:rsidRDefault="00225D3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8A7" w:rsidRDefault="003608A7" w:rsidP="00EB274A">
    <w:pPr>
      <w:pStyle w:val="lfej"/>
      <w:tabs>
        <w:tab w:val="clear" w:pos="4536"/>
        <w:tab w:val="clear" w:pos="9072"/>
        <w:tab w:val="right" w:pos="1985"/>
      </w:tabs>
    </w:pPr>
  </w:p>
  <w:p w:rsidR="00243237" w:rsidRDefault="00243237" w:rsidP="00243237">
    <w:pPr>
      <w:pStyle w:val="lfej"/>
      <w:jc w:val="center"/>
      <w:rPr>
        <w:b/>
        <w:sz w:val="22"/>
        <w:szCs w:val="22"/>
      </w:rPr>
    </w:pPr>
    <w:r w:rsidRPr="009313BB">
      <w:rPr>
        <w:b/>
        <w:sz w:val="22"/>
        <w:szCs w:val="22"/>
      </w:rPr>
      <w:t>PÁLYÁZATI AZONOSÍTÓ LAP</w:t>
    </w:r>
  </w:p>
  <w:p w:rsidR="00243237" w:rsidRDefault="00243237" w:rsidP="00243237">
    <w:pPr>
      <w:pStyle w:val="lfej"/>
      <w:jc w:val="center"/>
    </w:pPr>
    <w:r>
      <w:rPr>
        <w:b/>
        <w:sz w:val="22"/>
        <w:szCs w:val="22"/>
      </w:rPr>
      <w:t>(nem természetes személy)</w:t>
    </w:r>
  </w:p>
  <w:p w:rsidR="00EB274A" w:rsidRDefault="00EB274A" w:rsidP="00EB274A">
    <w:pPr>
      <w:pStyle w:val="lfej"/>
      <w:tabs>
        <w:tab w:val="clear" w:pos="4536"/>
        <w:tab w:val="clear" w:pos="9072"/>
        <w:tab w:val="right" w:pos="198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963" w:rsidRPr="00A910A7" w:rsidRDefault="00A37963">
    <w:pPr>
      <w:pStyle w:val="lfej"/>
      <w:rPr>
        <w:sz w:val="28"/>
        <w:szCs w:val="28"/>
      </w:rPr>
    </w:pPr>
  </w:p>
  <w:p w:rsidR="006410DF" w:rsidRDefault="009313BB" w:rsidP="009313BB">
    <w:pPr>
      <w:pStyle w:val="lfej"/>
      <w:jc w:val="center"/>
      <w:rPr>
        <w:b/>
        <w:sz w:val="22"/>
        <w:szCs w:val="22"/>
      </w:rPr>
    </w:pPr>
    <w:r w:rsidRPr="009313BB">
      <w:rPr>
        <w:b/>
        <w:sz w:val="22"/>
        <w:szCs w:val="22"/>
      </w:rPr>
      <w:t>PÁLYÁZATI AZONOSÍTÓ LAP</w:t>
    </w:r>
  </w:p>
  <w:p w:rsidR="009313BB" w:rsidRDefault="009313BB" w:rsidP="009313BB">
    <w:pPr>
      <w:pStyle w:val="lfej"/>
      <w:jc w:val="center"/>
    </w:pPr>
    <w:r>
      <w:rPr>
        <w:b/>
        <w:sz w:val="22"/>
        <w:szCs w:val="22"/>
      </w:rPr>
      <w:t>(nem természetes személy)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237" w:rsidRDefault="00243237" w:rsidP="00EB274A">
    <w:pPr>
      <w:pStyle w:val="lfej"/>
      <w:tabs>
        <w:tab w:val="clear" w:pos="4536"/>
        <w:tab w:val="clear" w:pos="9072"/>
        <w:tab w:val="right" w:pos="1985"/>
      </w:tabs>
    </w:pPr>
  </w:p>
  <w:p w:rsidR="00243237" w:rsidRDefault="00243237" w:rsidP="00EB274A">
    <w:pPr>
      <w:pStyle w:val="lfej"/>
      <w:tabs>
        <w:tab w:val="clear" w:pos="4536"/>
        <w:tab w:val="clear" w:pos="9072"/>
        <w:tab w:val="right" w:pos="19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BD3"/>
    <w:multiLevelType w:val="hybridMultilevel"/>
    <w:tmpl w:val="712633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C555A5"/>
    <w:multiLevelType w:val="hybridMultilevel"/>
    <w:tmpl w:val="16644510"/>
    <w:lvl w:ilvl="0" w:tplc="08E6AE3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4830D9F"/>
    <w:multiLevelType w:val="hybridMultilevel"/>
    <w:tmpl w:val="6D248E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66232"/>
    <w:multiLevelType w:val="hybridMultilevel"/>
    <w:tmpl w:val="BF1ABF80"/>
    <w:lvl w:ilvl="0" w:tplc="0A0000E0">
      <w:start w:val="2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A31AFD"/>
    <w:multiLevelType w:val="singleLevel"/>
    <w:tmpl w:val="3A3C989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1F1E6CBC"/>
    <w:multiLevelType w:val="hybridMultilevel"/>
    <w:tmpl w:val="7D86F2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754B6F"/>
    <w:multiLevelType w:val="hybridMultilevel"/>
    <w:tmpl w:val="202C9D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AF0A41"/>
    <w:multiLevelType w:val="hybridMultilevel"/>
    <w:tmpl w:val="0DA033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0E4E29"/>
    <w:multiLevelType w:val="hybridMultilevel"/>
    <w:tmpl w:val="EFBA726A"/>
    <w:lvl w:ilvl="0" w:tplc="337ED67C">
      <w:start w:val="200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06891"/>
    <w:multiLevelType w:val="hybridMultilevel"/>
    <w:tmpl w:val="1B76E3CA"/>
    <w:lvl w:ilvl="0" w:tplc="ED3013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641F9"/>
    <w:multiLevelType w:val="hybridMultilevel"/>
    <w:tmpl w:val="F8F6B5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63E99"/>
    <w:multiLevelType w:val="hybridMultilevel"/>
    <w:tmpl w:val="823A56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40C54"/>
    <w:multiLevelType w:val="hybridMultilevel"/>
    <w:tmpl w:val="648A6C2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F170AA1"/>
    <w:multiLevelType w:val="hybridMultilevel"/>
    <w:tmpl w:val="EAA2FC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E2074"/>
    <w:multiLevelType w:val="hybridMultilevel"/>
    <w:tmpl w:val="12D4BBEA"/>
    <w:lvl w:ilvl="0" w:tplc="22DC9B0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4DA4531B"/>
    <w:multiLevelType w:val="hybridMultilevel"/>
    <w:tmpl w:val="FC225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628D6"/>
    <w:multiLevelType w:val="hybridMultilevel"/>
    <w:tmpl w:val="C70EE34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82272F"/>
    <w:multiLevelType w:val="hybridMultilevel"/>
    <w:tmpl w:val="9B129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F2573"/>
    <w:multiLevelType w:val="hybridMultilevel"/>
    <w:tmpl w:val="D804BE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726815"/>
    <w:multiLevelType w:val="hybridMultilevel"/>
    <w:tmpl w:val="7F160F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387FDE"/>
    <w:multiLevelType w:val="hybridMultilevel"/>
    <w:tmpl w:val="80908A30"/>
    <w:lvl w:ilvl="0" w:tplc="FB348E38">
      <w:start w:val="4400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11"/>
  </w:num>
  <w:num w:numId="5">
    <w:abstractNumId w:val="18"/>
  </w:num>
  <w:num w:numId="6">
    <w:abstractNumId w:val="3"/>
  </w:num>
  <w:num w:numId="7">
    <w:abstractNumId w:val="7"/>
  </w:num>
  <w:num w:numId="8">
    <w:abstractNumId w:val="0"/>
  </w:num>
  <w:num w:numId="9">
    <w:abstractNumId w:val="19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  <w:num w:numId="14">
    <w:abstractNumId w:val="16"/>
  </w:num>
  <w:num w:numId="15">
    <w:abstractNumId w:val="12"/>
  </w:num>
  <w:num w:numId="16">
    <w:abstractNumId w:val="8"/>
  </w:num>
  <w:num w:numId="17">
    <w:abstractNumId w:val="10"/>
  </w:num>
  <w:num w:numId="18">
    <w:abstractNumId w:val="15"/>
  </w:num>
  <w:num w:numId="19">
    <w:abstractNumId w:val="13"/>
  </w:num>
  <w:num w:numId="20">
    <w:abstractNumId w:val="1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FF"/>
    <w:rsid w:val="00013F53"/>
    <w:rsid w:val="0002541E"/>
    <w:rsid w:val="000263A2"/>
    <w:rsid w:val="00033880"/>
    <w:rsid w:val="000338EF"/>
    <w:rsid w:val="00050E7B"/>
    <w:rsid w:val="000516A1"/>
    <w:rsid w:val="00054C7E"/>
    <w:rsid w:val="00063F66"/>
    <w:rsid w:val="0007163F"/>
    <w:rsid w:val="0008399A"/>
    <w:rsid w:val="000917B4"/>
    <w:rsid w:val="00094302"/>
    <w:rsid w:val="000975C0"/>
    <w:rsid w:val="000B2BAE"/>
    <w:rsid w:val="000B544C"/>
    <w:rsid w:val="000B6399"/>
    <w:rsid w:val="000B6CD9"/>
    <w:rsid w:val="000C408F"/>
    <w:rsid w:val="000C6A79"/>
    <w:rsid w:val="000D4F0C"/>
    <w:rsid w:val="000D52ED"/>
    <w:rsid w:val="000D715E"/>
    <w:rsid w:val="000E5BFF"/>
    <w:rsid w:val="000F0AD2"/>
    <w:rsid w:val="00104AB9"/>
    <w:rsid w:val="0010553F"/>
    <w:rsid w:val="00114CEB"/>
    <w:rsid w:val="00117B4E"/>
    <w:rsid w:val="001332C8"/>
    <w:rsid w:val="00136159"/>
    <w:rsid w:val="00141B68"/>
    <w:rsid w:val="00146FC9"/>
    <w:rsid w:val="00156C8F"/>
    <w:rsid w:val="00157864"/>
    <w:rsid w:val="001711AE"/>
    <w:rsid w:val="0017212B"/>
    <w:rsid w:val="00175BFB"/>
    <w:rsid w:val="00176F22"/>
    <w:rsid w:val="0019343E"/>
    <w:rsid w:val="001A268B"/>
    <w:rsid w:val="001A3F89"/>
    <w:rsid w:val="001A6ECC"/>
    <w:rsid w:val="001B0FF4"/>
    <w:rsid w:val="001B53C4"/>
    <w:rsid w:val="001B5974"/>
    <w:rsid w:val="001C1D97"/>
    <w:rsid w:val="001D4F9C"/>
    <w:rsid w:val="001E6C8E"/>
    <w:rsid w:val="001F02D7"/>
    <w:rsid w:val="001F7A12"/>
    <w:rsid w:val="0020357C"/>
    <w:rsid w:val="00206123"/>
    <w:rsid w:val="002069A9"/>
    <w:rsid w:val="002203BB"/>
    <w:rsid w:val="00221EC2"/>
    <w:rsid w:val="00225D31"/>
    <w:rsid w:val="00241FC5"/>
    <w:rsid w:val="00243237"/>
    <w:rsid w:val="00252F20"/>
    <w:rsid w:val="0025550A"/>
    <w:rsid w:val="0026583C"/>
    <w:rsid w:val="00267081"/>
    <w:rsid w:val="00271A24"/>
    <w:rsid w:val="002777B5"/>
    <w:rsid w:val="00286540"/>
    <w:rsid w:val="002869F8"/>
    <w:rsid w:val="00286CEE"/>
    <w:rsid w:val="00290343"/>
    <w:rsid w:val="002A01A1"/>
    <w:rsid w:val="002A184D"/>
    <w:rsid w:val="002A2612"/>
    <w:rsid w:val="002A6011"/>
    <w:rsid w:val="002A75CF"/>
    <w:rsid w:val="002B2866"/>
    <w:rsid w:val="002B6560"/>
    <w:rsid w:val="002B677A"/>
    <w:rsid w:val="002C532E"/>
    <w:rsid w:val="002D0F7B"/>
    <w:rsid w:val="002D3B08"/>
    <w:rsid w:val="002E4CEB"/>
    <w:rsid w:val="002F5864"/>
    <w:rsid w:val="002F7983"/>
    <w:rsid w:val="00301E0E"/>
    <w:rsid w:val="003032F1"/>
    <w:rsid w:val="0030491D"/>
    <w:rsid w:val="00311ABC"/>
    <w:rsid w:val="00311DE9"/>
    <w:rsid w:val="003163C3"/>
    <w:rsid w:val="00323AB8"/>
    <w:rsid w:val="003245F4"/>
    <w:rsid w:val="00331AE3"/>
    <w:rsid w:val="00335054"/>
    <w:rsid w:val="00341348"/>
    <w:rsid w:val="003414A2"/>
    <w:rsid w:val="00344743"/>
    <w:rsid w:val="003608A7"/>
    <w:rsid w:val="00360EB6"/>
    <w:rsid w:val="0036220B"/>
    <w:rsid w:val="00364FB2"/>
    <w:rsid w:val="00385416"/>
    <w:rsid w:val="00393460"/>
    <w:rsid w:val="0039549F"/>
    <w:rsid w:val="003A6813"/>
    <w:rsid w:val="003C10DC"/>
    <w:rsid w:val="003C6AD8"/>
    <w:rsid w:val="003C7683"/>
    <w:rsid w:val="003D17B7"/>
    <w:rsid w:val="003D723A"/>
    <w:rsid w:val="003E3A57"/>
    <w:rsid w:val="00401124"/>
    <w:rsid w:val="004018DF"/>
    <w:rsid w:val="0040216E"/>
    <w:rsid w:val="00402370"/>
    <w:rsid w:val="004106C5"/>
    <w:rsid w:val="00414FEC"/>
    <w:rsid w:val="0041678D"/>
    <w:rsid w:val="00417EBF"/>
    <w:rsid w:val="00420C75"/>
    <w:rsid w:val="00424FD1"/>
    <w:rsid w:val="004360BA"/>
    <w:rsid w:val="00441E7B"/>
    <w:rsid w:val="00460E12"/>
    <w:rsid w:val="00472E49"/>
    <w:rsid w:val="00484FB2"/>
    <w:rsid w:val="004878EA"/>
    <w:rsid w:val="00496C04"/>
    <w:rsid w:val="004A7407"/>
    <w:rsid w:val="004A78D1"/>
    <w:rsid w:val="004B2B71"/>
    <w:rsid w:val="004C2D89"/>
    <w:rsid w:val="004D06DE"/>
    <w:rsid w:val="004E5777"/>
    <w:rsid w:val="004E582A"/>
    <w:rsid w:val="00514A11"/>
    <w:rsid w:val="00521F7F"/>
    <w:rsid w:val="005250FF"/>
    <w:rsid w:val="00536369"/>
    <w:rsid w:val="005401C6"/>
    <w:rsid w:val="00567345"/>
    <w:rsid w:val="005748A2"/>
    <w:rsid w:val="00577D78"/>
    <w:rsid w:val="00580CA6"/>
    <w:rsid w:val="00581675"/>
    <w:rsid w:val="005844C6"/>
    <w:rsid w:val="00590569"/>
    <w:rsid w:val="00591BF7"/>
    <w:rsid w:val="005D1CBC"/>
    <w:rsid w:val="005D6549"/>
    <w:rsid w:val="005E3312"/>
    <w:rsid w:val="005E7BEF"/>
    <w:rsid w:val="005F12D5"/>
    <w:rsid w:val="005F152D"/>
    <w:rsid w:val="005F2789"/>
    <w:rsid w:val="005F50F3"/>
    <w:rsid w:val="006043DC"/>
    <w:rsid w:val="00606121"/>
    <w:rsid w:val="006066C5"/>
    <w:rsid w:val="0060736B"/>
    <w:rsid w:val="0060750E"/>
    <w:rsid w:val="00612686"/>
    <w:rsid w:val="0062327D"/>
    <w:rsid w:val="006239E3"/>
    <w:rsid w:val="00630215"/>
    <w:rsid w:val="006410DF"/>
    <w:rsid w:val="006426DC"/>
    <w:rsid w:val="00647670"/>
    <w:rsid w:val="00653134"/>
    <w:rsid w:val="00693015"/>
    <w:rsid w:val="006934FA"/>
    <w:rsid w:val="006A05D9"/>
    <w:rsid w:val="006A2B73"/>
    <w:rsid w:val="006B26A5"/>
    <w:rsid w:val="006B41AA"/>
    <w:rsid w:val="006B7CEA"/>
    <w:rsid w:val="00704066"/>
    <w:rsid w:val="007045CC"/>
    <w:rsid w:val="00711464"/>
    <w:rsid w:val="00711C30"/>
    <w:rsid w:val="00714297"/>
    <w:rsid w:val="007224B1"/>
    <w:rsid w:val="00726EA5"/>
    <w:rsid w:val="00740856"/>
    <w:rsid w:val="0075685F"/>
    <w:rsid w:val="00765D42"/>
    <w:rsid w:val="007670E7"/>
    <w:rsid w:val="00770536"/>
    <w:rsid w:val="007732FC"/>
    <w:rsid w:val="007746D7"/>
    <w:rsid w:val="0078055E"/>
    <w:rsid w:val="00781BC2"/>
    <w:rsid w:val="00782594"/>
    <w:rsid w:val="00791C79"/>
    <w:rsid w:val="007A2F05"/>
    <w:rsid w:val="007A3476"/>
    <w:rsid w:val="007B3484"/>
    <w:rsid w:val="007B45AB"/>
    <w:rsid w:val="007C0326"/>
    <w:rsid w:val="007D0F82"/>
    <w:rsid w:val="007D4C44"/>
    <w:rsid w:val="007D53A0"/>
    <w:rsid w:val="007D6854"/>
    <w:rsid w:val="007E2BCE"/>
    <w:rsid w:val="007F2311"/>
    <w:rsid w:val="007F344E"/>
    <w:rsid w:val="007F3F65"/>
    <w:rsid w:val="00804C30"/>
    <w:rsid w:val="00812BCD"/>
    <w:rsid w:val="00825C50"/>
    <w:rsid w:val="0082717B"/>
    <w:rsid w:val="008301A0"/>
    <w:rsid w:val="008306D1"/>
    <w:rsid w:val="008329E4"/>
    <w:rsid w:val="00841871"/>
    <w:rsid w:val="00843409"/>
    <w:rsid w:val="008461C9"/>
    <w:rsid w:val="00850883"/>
    <w:rsid w:val="008572EF"/>
    <w:rsid w:val="008651FA"/>
    <w:rsid w:val="00865493"/>
    <w:rsid w:val="00870831"/>
    <w:rsid w:val="00871D89"/>
    <w:rsid w:val="00880961"/>
    <w:rsid w:val="008900E3"/>
    <w:rsid w:val="00896E56"/>
    <w:rsid w:val="008A1ECD"/>
    <w:rsid w:val="008A6BAB"/>
    <w:rsid w:val="008A7BA8"/>
    <w:rsid w:val="008A7D83"/>
    <w:rsid w:val="008B146F"/>
    <w:rsid w:val="008B3C29"/>
    <w:rsid w:val="008C0D0F"/>
    <w:rsid w:val="008C2094"/>
    <w:rsid w:val="008C7BBC"/>
    <w:rsid w:val="008D0A9A"/>
    <w:rsid w:val="008D679A"/>
    <w:rsid w:val="008D760A"/>
    <w:rsid w:val="008E342E"/>
    <w:rsid w:val="008E7A7E"/>
    <w:rsid w:val="008F3B9A"/>
    <w:rsid w:val="009025DB"/>
    <w:rsid w:val="00902670"/>
    <w:rsid w:val="00906FD9"/>
    <w:rsid w:val="00910990"/>
    <w:rsid w:val="00916993"/>
    <w:rsid w:val="009207EB"/>
    <w:rsid w:val="009313BB"/>
    <w:rsid w:val="009515CB"/>
    <w:rsid w:val="00951EE3"/>
    <w:rsid w:val="00952E42"/>
    <w:rsid w:val="009562A4"/>
    <w:rsid w:val="00957238"/>
    <w:rsid w:val="00962B4F"/>
    <w:rsid w:val="009659BD"/>
    <w:rsid w:val="009665B5"/>
    <w:rsid w:val="009705F1"/>
    <w:rsid w:val="00974251"/>
    <w:rsid w:val="00974C2B"/>
    <w:rsid w:val="00987096"/>
    <w:rsid w:val="009908BC"/>
    <w:rsid w:val="00991AE0"/>
    <w:rsid w:val="009938AD"/>
    <w:rsid w:val="00996598"/>
    <w:rsid w:val="009A6CB7"/>
    <w:rsid w:val="009B1036"/>
    <w:rsid w:val="009B2FDA"/>
    <w:rsid w:val="009C47C4"/>
    <w:rsid w:val="009D7C34"/>
    <w:rsid w:val="009E4A74"/>
    <w:rsid w:val="009F18B7"/>
    <w:rsid w:val="009F4058"/>
    <w:rsid w:val="009F4964"/>
    <w:rsid w:val="00A077B4"/>
    <w:rsid w:val="00A11494"/>
    <w:rsid w:val="00A12796"/>
    <w:rsid w:val="00A17546"/>
    <w:rsid w:val="00A22792"/>
    <w:rsid w:val="00A27C79"/>
    <w:rsid w:val="00A359B5"/>
    <w:rsid w:val="00A37963"/>
    <w:rsid w:val="00A54FC0"/>
    <w:rsid w:val="00A55964"/>
    <w:rsid w:val="00A674B2"/>
    <w:rsid w:val="00A67878"/>
    <w:rsid w:val="00A76E02"/>
    <w:rsid w:val="00A81168"/>
    <w:rsid w:val="00A87C64"/>
    <w:rsid w:val="00A910A7"/>
    <w:rsid w:val="00A91B0B"/>
    <w:rsid w:val="00A92869"/>
    <w:rsid w:val="00A942EC"/>
    <w:rsid w:val="00AA1F97"/>
    <w:rsid w:val="00AA24FF"/>
    <w:rsid w:val="00AA30B3"/>
    <w:rsid w:val="00AA7005"/>
    <w:rsid w:val="00AB6AA6"/>
    <w:rsid w:val="00AB7FC2"/>
    <w:rsid w:val="00AC7F78"/>
    <w:rsid w:val="00AD710E"/>
    <w:rsid w:val="00AD7B51"/>
    <w:rsid w:val="00AF7A14"/>
    <w:rsid w:val="00B04DDE"/>
    <w:rsid w:val="00B07722"/>
    <w:rsid w:val="00B07F49"/>
    <w:rsid w:val="00B10133"/>
    <w:rsid w:val="00B26672"/>
    <w:rsid w:val="00B33EBA"/>
    <w:rsid w:val="00B46E2D"/>
    <w:rsid w:val="00B51EA6"/>
    <w:rsid w:val="00B54999"/>
    <w:rsid w:val="00B55DC6"/>
    <w:rsid w:val="00B61FD5"/>
    <w:rsid w:val="00B670D7"/>
    <w:rsid w:val="00B707AA"/>
    <w:rsid w:val="00B75E4C"/>
    <w:rsid w:val="00B77334"/>
    <w:rsid w:val="00B84107"/>
    <w:rsid w:val="00B84FF1"/>
    <w:rsid w:val="00B86CC2"/>
    <w:rsid w:val="00B90950"/>
    <w:rsid w:val="00BA03BE"/>
    <w:rsid w:val="00BA2A7F"/>
    <w:rsid w:val="00BB6DC3"/>
    <w:rsid w:val="00BB6E5E"/>
    <w:rsid w:val="00BC1C3B"/>
    <w:rsid w:val="00BC1E96"/>
    <w:rsid w:val="00BD7C0C"/>
    <w:rsid w:val="00BE2490"/>
    <w:rsid w:val="00BF0D02"/>
    <w:rsid w:val="00BF52EA"/>
    <w:rsid w:val="00C03105"/>
    <w:rsid w:val="00C075F9"/>
    <w:rsid w:val="00C13A31"/>
    <w:rsid w:val="00C16BDB"/>
    <w:rsid w:val="00C16C2F"/>
    <w:rsid w:val="00C21F8F"/>
    <w:rsid w:val="00C23DE1"/>
    <w:rsid w:val="00C26214"/>
    <w:rsid w:val="00C31082"/>
    <w:rsid w:val="00C3428A"/>
    <w:rsid w:val="00C34C54"/>
    <w:rsid w:val="00C36054"/>
    <w:rsid w:val="00C4035A"/>
    <w:rsid w:val="00C47758"/>
    <w:rsid w:val="00C50C1F"/>
    <w:rsid w:val="00C5353E"/>
    <w:rsid w:val="00C55D87"/>
    <w:rsid w:val="00C648F3"/>
    <w:rsid w:val="00C705E9"/>
    <w:rsid w:val="00C84B5F"/>
    <w:rsid w:val="00C8603A"/>
    <w:rsid w:val="00C90734"/>
    <w:rsid w:val="00C97B6E"/>
    <w:rsid w:val="00CA1746"/>
    <w:rsid w:val="00CA2665"/>
    <w:rsid w:val="00CA290A"/>
    <w:rsid w:val="00CA4481"/>
    <w:rsid w:val="00CA463A"/>
    <w:rsid w:val="00CB55D2"/>
    <w:rsid w:val="00CB6BB8"/>
    <w:rsid w:val="00CC7312"/>
    <w:rsid w:val="00CD02F7"/>
    <w:rsid w:val="00CD09E3"/>
    <w:rsid w:val="00CD172F"/>
    <w:rsid w:val="00CE1226"/>
    <w:rsid w:val="00CF0BE5"/>
    <w:rsid w:val="00D0328E"/>
    <w:rsid w:val="00D05F10"/>
    <w:rsid w:val="00D23043"/>
    <w:rsid w:val="00D33CF2"/>
    <w:rsid w:val="00D42999"/>
    <w:rsid w:val="00D4474C"/>
    <w:rsid w:val="00D513EE"/>
    <w:rsid w:val="00D51D2D"/>
    <w:rsid w:val="00D5612A"/>
    <w:rsid w:val="00D57ACA"/>
    <w:rsid w:val="00D60847"/>
    <w:rsid w:val="00D63579"/>
    <w:rsid w:val="00D63B16"/>
    <w:rsid w:val="00D63DE3"/>
    <w:rsid w:val="00D64A9B"/>
    <w:rsid w:val="00D71BC1"/>
    <w:rsid w:val="00D722C8"/>
    <w:rsid w:val="00D75E2D"/>
    <w:rsid w:val="00D85790"/>
    <w:rsid w:val="00D94974"/>
    <w:rsid w:val="00DB0FDA"/>
    <w:rsid w:val="00DB7CBE"/>
    <w:rsid w:val="00DC0D42"/>
    <w:rsid w:val="00DC4652"/>
    <w:rsid w:val="00DD336C"/>
    <w:rsid w:val="00DD6124"/>
    <w:rsid w:val="00DF4EB7"/>
    <w:rsid w:val="00DF54EA"/>
    <w:rsid w:val="00E02DBB"/>
    <w:rsid w:val="00E02EF7"/>
    <w:rsid w:val="00E127E6"/>
    <w:rsid w:val="00E142BE"/>
    <w:rsid w:val="00E2238C"/>
    <w:rsid w:val="00E22C6D"/>
    <w:rsid w:val="00E248C7"/>
    <w:rsid w:val="00E264C6"/>
    <w:rsid w:val="00E349A5"/>
    <w:rsid w:val="00E34A5E"/>
    <w:rsid w:val="00E46315"/>
    <w:rsid w:val="00E47B25"/>
    <w:rsid w:val="00E47BDF"/>
    <w:rsid w:val="00E51E35"/>
    <w:rsid w:val="00E65B70"/>
    <w:rsid w:val="00E65F7C"/>
    <w:rsid w:val="00E762DB"/>
    <w:rsid w:val="00E953E0"/>
    <w:rsid w:val="00E97FAF"/>
    <w:rsid w:val="00EA2DBB"/>
    <w:rsid w:val="00EB274A"/>
    <w:rsid w:val="00EB6834"/>
    <w:rsid w:val="00EC3714"/>
    <w:rsid w:val="00EC5C0C"/>
    <w:rsid w:val="00EC5F8C"/>
    <w:rsid w:val="00ED305A"/>
    <w:rsid w:val="00ED52D3"/>
    <w:rsid w:val="00EE63B9"/>
    <w:rsid w:val="00EE6945"/>
    <w:rsid w:val="00EF48A9"/>
    <w:rsid w:val="00EF65D0"/>
    <w:rsid w:val="00EF76FF"/>
    <w:rsid w:val="00F0326E"/>
    <w:rsid w:val="00F0517A"/>
    <w:rsid w:val="00F106BB"/>
    <w:rsid w:val="00F14F90"/>
    <w:rsid w:val="00F15FB6"/>
    <w:rsid w:val="00F161DC"/>
    <w:rsid w:val="00F2794D"/>
    <w:rsid w:val="00F31FBC"/>
    <w:rsid w:val="00F36881"/>
    <w:rsid w:val="00F4429E"/>
    <w:rsid w:val="00F45251"/>
    <w:rsid w:val="00F454E9"/>
    <w:rsid w:val="00F45CEB"/>
    <w:rsid w:val="00F52FE9"/>
    <w:rsid w:val="00F67B41"/>
    <w:rsid w:val="00F73892"/>
    <w:rsid w:val="00F90794"/>
    <w:rsid w:val="00F90C09"/>
    <w:rsid w:val="00F932B4"/>
    <w:rsid w:val="00FB7F62"/>
    <w:rsid w:val="00FE0DE7"/>
    <w:rsid w:val="00FE2DD0"/>
    <w:rsid w:val="00FE3A5D"/>
    <w:rsid w:val="00FE538E"/>
    <w:rsid w:val="00FE54E8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3E7910"/>
  <w15:docId w15:val="{F337FA29-27F4-4EB4-8FFA-3290CD43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40856"/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9D7C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qFormat/>
    <w:rsid w:val="00740856"/>
    <w:pPr>
      <w:keepNext/>
      <w:jc w:val="both"/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4085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4085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0856"/>
  </w:style>
  <w:style w:type="paragraph" w:styleId="Kpalrs">
    <w:name w:val="caption"/>
    <w:basedOn w:val="Norml"/>
    <w:next w:val="Norml"/>
    <w:qFormat/>
    <w:rsid w:val="00740856"/>
    <w:pPr>
      <w:framePr w:w="5743" w:h="1297" w:hSpace="180" w:wrap="around" w:vAnchor="page" w:hAnchor="page" w:x="4613" w:y="2017"/>
      <w:ind w:right="21"/>
      <w:jc w:val="right"/>
    </w:pPr>
    <w:rPr>
      <w:b/>
      <w:sz w:val="12"/>
    </w:rPr>
  </w:style>
  <w:style w:type="paragraph" w:styleId="Buborkszveg">
    <w:name w:val="Balloon Text"/>
    <w:basedOn w:val="Norml"/>
    <w:semiHidden/>
    <w:rsid w:val="00360EB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536369"/>
    <w:rPr>
      <w:color w:val="0000FF"/>
      <w:u w:val="single"/>
    </w:rPr>
  </w:style>
  <w:style w:type="paragraph" w:styleId="Szvegtrzs">
    <w:name w:val="Body Text"/>
    <w:basedOn w:val="Norml"/>
    <w:rsid w:val="00225D31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table" w:styleId="Rcsostblzat">
    <w:name w:val="Table Grid"/>
    <w:basedOn w:val="Normltblzat"/>
    <w:rsid w:val="000C6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D0328E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paragraph" w:styleId="NormlWeb">
    <w:name w:val="Normal (Web)"/>
    <w:basedOn w:val="Norml"/>
    <w:rsid w:val="00770536"/>
    <w:pPr>
      <w:spacing w:before="100" w:beforeAutospacing="1" w:after="100" w:afterAutospacing="1"/>
    </w:pPr>
    <w:rPr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323A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1D4F9C"/>
    <w:pPr>
      <w:ind w:left="720"/>
      <w:contextualSpacing/>
    </w:pPr>
    <w:rPr>
      <w:rFonts w:eastAsia="Calibri" w:cs="Gautami"/>
    </w:rPr>
  </w:style>
  <w:style w:type="paragraph" w:styleId="Lbjegyzetszveg">
    <w:name w:val="footnote text"/>
    <w:basedOn w:val="Norml"/>
    <w:link w:val="LbjegyzetszvegChar"/>
    <w:rsid w:val="00141B68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141B68"/>
    <w:rPr>
      <w:lang w:eastAsia="en-US"/>
    </w:rPr>
  </w:style>
  <w:style w:type="character" w:styleId="Lbjegyzet-hivatkozs">
    <w:name w:val="footnote reference"/>
    <w:basedOn w:val="Bekezdsalapbettpusa"/>
    <w:rsid w:val="00141B68"/>
    <w:rPr>
      <w:vertAlign w:val="superscript"/>
    </w:rPr>
  </w:style>
  <w:style w:type="character" w:styleId="Jegyzethivatkozs">
    <w:name w:val="annotation reference"/>
    <w:basedOn w:val="Bekezdsalapbettpusa"/>
    <w:rsid w:val="00ED52D3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D52D3"/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ED52D3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D52D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ED52D3"/>
    <w:rPr>
      <w:b/>
      <w:bCs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243237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5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za_javor\Dokumentumok\00-jg\Cimlapok\2005-kicsi\mbh-bmfo-2005kicsi1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9E928-EC9E-4EF2-BE99-EF0CBCDA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mbh-bmfo-2005kicsi1</Template>
  <TotalTime>11</TotalTime>
  <Pages>5</Pages>
  <Words>661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ELNÖK         TELEFON : (1) 331 5728</vt:lpstr>
    </vt:vector>
  </TitlesOfParts>
  <Company>MBH</Company>
  <LinksUpToDate>false</LinksUpToDate>
  <CharactersWithSpaces>5219</CharactersWithSpaces>
  <SharedDoc>false</SharedDoc>
  <HLinks>
    <vt:vector size="6" baseType="variant">
      <vt:variant>
        <vt:i4>5046339</vt:i4>
      </vt:variant>
      <vt:variant>
        <vt:i4>9</vt:i4>
      </vt:variant>
      <vt:variant>
        <vt:i4>0</vt:i4>
      </vt:variant>
      <vt:variant>
        <vt:i4>5</vt:i4>
      </vt:variant>
      <vt:variant>
        <vt:lpwstr>mailto:muszakimbh.hu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ELNÖK         TELEFON : (1) 331 5728</dc:title>
  <dc:creator>geza_javor</dc:creator>
  <cp:lastModifiedBy>Utasi Andrea dr.</cp:lastModifiedBy>
  <cp:revision>8</cp:revision>
  <cp:lastPrinted>2018-04-14T04:54:00Z</cp:lastPrinted>
  <dcterms:created xsi:type="dcterms:W3CDTF">2018-04-11T11:47:00Z</dcterms:created>
  <dcterms:modified xsi:type="dcterms:W3CDTF">2018-04-17T17:48:00Z</dcterms:modified>
</cp:coreProperties>
</file>